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942AA2" w14:textId="3B8E945F" w:rsidR="00AC1850" w:rsidRPr="00651F44" w:rsidRDefault="004B5763" w:rsidP="00512D35">
      <w:pPr>
        <w:tabs>
          <w:tab w:val="left" w:pos="709"/>
        </w:tabs>
        <w:spacing w:before="120" w:after="120"/>
        <w:jc w:val="both"/>
        <w:rPr>
          <w:rFonts w:ascii="Arial" w:hAnsi="Arial" w:cs="Arial"/>
          <w:bCs/>
          <w:sz w:val="18"/>
          <w:szCs w:val="18"/>
        </w:rPr>
      </w:pPr>
      <w:r w:rsidRPr="00651F44">
        <w:rPr>
          <w:rFonts w:ascii="Arial" w:hAnsi="Arial" w:cs="Arial"/>
          <w:bCs/>
          <w:sz w:val="18"/>
          <w:szCs w:val="18"/>
        </w:rPr>
        <w:t>CONVOCATORIA para obtener la Aprobación como Unidad de Verificación para realizar la evaluación de la conformidad de la Norma Oficial Mexicana NOM-010-ASEA-2016, Gas Natural Comprimido (GNC). Requisitos mínimos de seguridad para Terminales de Carga y Terminales de Descarga de Módulos de almacenamiento transportables y Estaciones de Suministro de vehículos automotores</w:t>
      </w:r>
      <w:r w:rsidR="00AC1850" w:rsidRPr="00651F44">
        <w:rPr>
          <w:rFonts w:ascii="Arial" w:hAnsi="Arial" w:cs="Arial"/>
          <w:bCs/>
          <w:sz w:val="18"/>
          <w:szCs w:val="18"/>
        </w:rPr>
        <w:t>, publicada en el Diario Oficial de la Federación el 26 de febrero de 2018, emitida por la Agencia Nacional de Seguridad Industrial y de Protección al Medio Ambiente del Sector Hidrocarburos.</w:t>
      </w:r>
    </w:p>
    <w:p w14:paraId="4A8DB67A" w14:textId="4CAD8815" w:rsidR="000C5D2F" w:rsidRPr="00651F44" w:rsidRDefault="002C1618" w:rsidP="00512D35">
      <w:pPr>
        <w:tabs>
          <w:tab w:val="left" w:pos="709"/>
        </w:tabs>
        <w:spacing w:before="120" w:after="120"/>
        <w:jc w:val="both"/>
        <w:rPr>
          <w:rStyle w:val="Textoennegrita"/>
          <w:rFonts w:ascii="Arial" w:hAnsi="Arial" w:cs="Arial"/>
          <w:b w:val="0"/>
          <w:bCs w:val="0"/>
          <w:noProof/>
          <w:sz w:val="18"/>
          <w:szCs w:val="18"/>
          <w:shd w:val="clear" w:color="auto" w:fill="FFFFFF"/>
        </w:rPr>
      </w:pPr>
      <w:r w:rsidRPr="00651F44">
        <w:rPr>
          <w:rStyle w:val="Textoennegrita"/>
          <w:rFonts w:ascii="Arial" w:hAnsi="Arial" w:cs="Arial"/>
          <w:b w:val="0"/>
          <w:bCs w:val="0"/>
          <w:noProof/>
          <w:sz w:val="18"/>
          <w:szCs w:val="18"/>
          <w:shd w:val="clear" w:color="auto" w:fill="FFFFFF"/>
        </w:rPr>
        <w:t>Es conveniente, por principio de orden y para la mejor conducción de la evaluación, que se presente la solicitud integrada como a continuación se indica.</w:t>
      </w:r>
    </w:p>
    <w:p w14:paraId="0134618F" w14:textId="77777777" w:rsidR="007A00C5" w:rsidRPr="00651F44" w:rsidRDefault="007A00C5" w:rsidP="007A00C5">
      <w:pPr>
        <w:tabs>
          <w:tab w:val="left" w:pos="709"/>
        </w:tabs>
        <w:spacing w:after="120"/>
        <w:jc w:val="both"/>
        <w:rPr>
          <w:rFonts w:ascii="Arial" w:eastAsiaTheme="minorEastAsia" w:hAnsi="Arial" w:cs="Arial"/>
          <w:bCs/>
          <w:kern w:val="24"/>
          <w:sz w:val="18"/>
          <w:szCs w:val="18"/>
          <w:u w:val="single"/>
        </w:rPr>
      </w:pPr>
      <w:r w:rsidRPr="00651F44">
        <w:rPr>
          <w:rFonts w:ascii="Arial" w:hAnsi="Arial" w:cs="Arial"/>
          <w:bCs/>
          <w:sz w:val="18"/>
          <w:szCs w:val="18"/>
          <w:u w:val="single"/>
        </w:rPr>
        <w:t xml:space="preserve">En caso de </w:t>
      </w:r>
      <w:r w:rsidRPr="00651F44">
        <w:rPr>
          <w:rFonts w:ascii="Arial" w:eastAsiaTheme="minorEastAsia" w:hAnsi="Arial" w:cs="Arial"/>
          <w:bCs/>
          <w:kern w:val="24"/>
          <w:sz w:val="18"/>
          <w:szCs w:val="18"/>
          <w:u w:val="single"/>
        </w:rPr>
        <w:t>solicitudes de bajas de personal presentar los requisitos 1, 2 y 3.</w:t>
      </w:r>
    </w:p>
    <w:p w14:paraId="518F6445" w14:textId="77777777" w:rsidR="007A00C5" w:rsidRPr="00651F44" w:rsidRDefault="007A00C5" w:rsidP="007A00C5">
      <w:pPr>
        <w:tabs>
          <w:tab w:val="left" w:pos="709"/>
        </w:tabs>
        <w:spacing w:after="120"/>
        <w:jc w:val="both"/>
        <w:rPr>
          <w:rFonts w:ascii="Arial" w:hAnsi="Arial" w:cs="Arial"/>
          <w:bCs/>
          <w:sz w:val="18"/>
          <w:szCs w:val="18"/>
          <w:u w:val="single"/>
        </w:rPr>
      </w:pPr>
      <w:r w:rsidRPr="00651F44">
        <w:rPr>
          <w:rFonts w:ascii="Arial" w:eastAsiaTheme="minorEastAsia" w:hAnsi="Arial" w:cs="Arial"/>
          <w:bCs/>
          <w:kern w:val="24"/>
          <w:sz w:val="18"/>
          <w:szCs w:val="18"/>
          <w:u w:val="single"/>
        </w:rPr>
        <w:t>En caso de solicitudes de altas y cambios en el personal aplica todos los requisitos.</w:t>
      </w:r>
    </w:p>
    <w:tbl>
      <w:tblPr>
        <w:tblStyle w:val="Tablaconcuadrcula"/>
        <w:tblW w:w="10065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" w:type="dxa"/>
          <w:left w:w="57" w:type="dxa"/>
          <w:bottom w:w="11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3544"/>
        <w:gridCol w:w="2067"/>
        <w:gridCol w:w="2186"/>
      </w:tblGrid>
      <w:tr w:rsidR="006E56D6" w:rsidRPr="00651F44" w14:paraId="13280023" w14:textId="77777777" w:rsidTr="007D2614">
        <w:trPr>
          <w:trHeight w:val="82"/>
          <w:tblHeader/>
        </w:trPr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3C0BA225" w14:textId="77777777" w:rsidR="00F27E1A" w:rsidRPr="00651F44" w:rsidRDefault="00F27E1A">
            <w:pPr>
              <w:pStyle w:val="Ttulo3"/>
              <w:spacing w:before="0" w:line="240" w:lineRule="auto"/>
              <w:ind w:left="227" w:right="-9"/>
              <w:jc w:val="center"/>
              <w:rPr>
                <w:rFonts w:ascii="Arial" w:hAnsi="Arial" w:cs="Arial"/>
                <w:b/>
                <w:color w:val="auto"/>
                <w:sz w:val="18"/>
                <w:szCs w:val="18"/>
                <w:lang w:val="es-ES_tradnl"/>
              </w:rPr>
            </w:pPr>
            <w:r w:rsidRPr="00651F44">
              <w:rPr>
                <w:rFonts w:ascii="Arial" w:hAnsi="Arial" w:cs="Arial"/>
                <w:b/>
                <w:color w:val="auto"/>
                <w:sz w:val="18"/>
                <w:szCs w:val="18"/>
                <w:lang w:val="es-ES_tradnl"/>
              </w:rPr>
              <w:t>SEPARADOR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25584833" w14:textId="77777777" w:rsidR="00F27E1A" w:rsidRPr="00651F44" w:rsidRDefault="00F27E1A">
            <w:pPr>
              <w:tabs>
                <w:tab w:val="left" w:pos="709"/>
              </w:tabs>
              <w:spacing w:after="0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651F44">
              <w:rPr>
                <w:rFonts w:ascii="Arial" w:eastAsia="Calibri" w:hAnsi="Arial" w:cs="Arial"/>
                <w:b/>
                <w:sz w:val="18"/>
                <w:szCs w:val="18"/>
              </w:rPr>
              <w:t>CONTENIDO</w:t>
            </w:r>
          </w:p>
        </w:tc>
        <w:tc>
          <w:tcPr>
            <w:tcW w:w="20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46D68F70" w14:textId="77777777" w:rsidR="00F27E1A" w:rsidRPr="00651F44" w:rsidRDefault="00F27E1A">
            <w:pPr>
              <w:tabs>
                <w:tab w:val="left" w:pos="709"/>
              </w:tabs>
              <w:spacing w:after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651F44">
              <w:rPr>
                <w:rFonts w:ascii="Arial" w:eastAsia="Calibri" w:hAnsi="Arial" w:cs="Arial"/>
                <w:b/>
                <w:sz w:val="18"/>
                <w:szCs w:val="18"/>
              </w:rPr>
              <w:t>ENTREGABLES</w:t>
            </w:r>
          </w:p>
        </w:tc>
        <w:tc>
          <w:tcPr>
            <w:tcW w:w="2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30499D65" w14:textId="77777777" w:rsidR="00F27E1A" w:rsidRPr="00651F44" w:rsidRDefault="00F27E1A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651F44">
              <w:rPr>
                <w:rFonts w:ascii="Arial" w:eastAsia="Calibri" w:hAnsi="Arial" w:cs="Arial"/>
                <w:b/>
                <w:sz w:val="18"/>
                <w:szCs w:val="18"/>
              </w:rPr>
              <w:t>EN FORMATO</w:t>
            </w:r>
          </w:p>
        </w:tc>
      </w:tr>
      <w:tr w:rsidR="006E56D6" w:rsidRPr="00651F44" w14:paraId="5048D56E" w14:textId="77777777" w:rsidTr="00D6585C">
        <w:trPr>
          <w:trHeight w:val="379"/>
        </w:trPr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09A0D65" w14:textId="21F3DD37" w:rsidR="00D4659A" w:rsidRPr="00651F44" w:rsidRDefault="00D4659A" w:rsidP="00D4659A">
            <w:pPr>
              <w:pStyle w:val="NormalWeb"/>
              <w:spacing w:before="0" w:beforeAutospacing="0" w:after="0" w:afterAutospacing="0"/>
              <w:ind w:left="227" w:right="88"/>
              <w:jc w:val="both"/>
              <w:textAlignment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651F44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>1.-Solicitud de</w:t>
            </w:r>
            <w:r w:rsidRPr="00651F44">
              <w:rPr>
                <w:rStyle w:val="Textoennegrita"/>
                <w:rFonts w:ascii="Arial" w:eastAsiaTheme="minorHAnsi" w:hAnsi="Arial" w:cs="Arial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 </w:t>
            </w:r>
            <w:r w:rsidRPr="00651F44">
              <w:rPr>
                <w:rFonts w:ascii="Arial" w:hAnsi="Arial" w:cs="Arial"/>
                <w:sz w:val="18"/>
                <w:szCs w:val="18"/>
              </w:rPr>
              <w:t>actualización de la</w:t>
            </w:r>
            <w:r w:rsidRPr="00651F44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 Aprobación.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0853903" w14:textId="77777777" w:rsidR="00D4659A" w:rsidRPr="00651F44" w:rsidRDefault="00D4659A" w:rsidP="007D2614">
            <w:pPr>
              <w:pStyle w:val="Prrafodelista"/>
              <w:tabs>
                <w:tab w:val="left" w:pos="459"/>
              </w:tabs>
              <w:spacing w:after="0"/>
              <w:ind w:left="89" w:right="9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651F4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Escrito libre, que contenga como mínimo:</w:t>
            </w:r>
          </w:p>
          <w:p w14:paraId="61E8E1B5" w14:textId="77777777" w:rsidR="00D4659A" w:rsidRPr="00651F44" w:rsidRDefault="00D4659A" w:rsidP="007D2614">
            <w:pPr>
              <w:pStyle w:val="Prrafodelista"/>
              <w:numPr>
                <w:ilvl w:val="0"/>
                <w:numId w:val="28"/>
              </w:numPr>
              <w:tabs>
                <w:tab w:val="left" w:pos="459"/>
              </w:tabs>
              <w:spacing w:after="0"/>
              <w:ind w:left="370" w:right="90" w:hanging="298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651F4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Datos de identificación del Tercero: Nombre, denominación o razón social, domicilio para oír y recibir notificaciones;</w:t>
            </w:r>
          </w:p>
          <w:p w14:paraId="3E27D0BE" w14:textId="77777777" w:rsidR="00D4659A" w:rsidRPr="00651F44" w:rsidRDefault="00D4659A" w:rsidP="007D2614">
            <w:pPr>
              <w:pStyle w:val="Prrafodelista"/>
              <w:numPr>
                <w:ilvl w:val="0"/>
                <w:numId w:val="28"/>
              </w:numPr>
              <w:tabs>
                <w:tab w:val="left" w:pos="459"/>
              </w:tabs>
              <w:spacing w:after="0"/>
              <w:ind w:left="370" w:right="90" w:hanging="298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651F4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Número de registro de Aprobación, según corresponda;</w:t>
            </w:r>
          </w:p>
          <w:p w14:paraId="187FE9C2" w14:textId="77777777" w:rsidR="00D4659A" w:rsidRPr="00651F44" w:rsidRDefault="00D4659A" w:rsidP="007D2614">
            <w:pPr>
              <w:pStyle w:val="Prrafodelista"/>
              <w:numPr>
                <w:ilvl w:val="0"/>
                <w:numId w:val="28"/>
              </w:numPr>
              <w:tabs>
                <w:tab w:val="left" w:pos="459"/>
              </w:tabs>
              <w:spacing w:after="0"/>
              <w:ind w:left="370" w:right="90" w:hanging="298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651F4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Motivo de la solicitud de actualización;</w:t>
            </w:r>
          </w:p>
          <w:p w14:paraId="7E377E0E" w14:textId="77777777" w:rsidR="00D4659A" w:rsidRPr="00651F44" w:rsidRDefault="00D4659A" w:rsidP="007D2614">
            <w:pPr>
              <w:pStyle w:val="Prrafodelista"/>
              <w:numPr>
                <w:ilvl w:val="0"/>
                <w:numId w:val="28"/>
              </w:numPr>
              <w:tabs>
                <w:tab w:val="left" w:pos="459"/>
              </w:tabs>
              <w:spacing w:after="0"/>
              <w:ind w:left="370" w:right="90" w:hanging="298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651F4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En caso de bajas y/o altas del personal, el nombre o listado del Personal Profesional Técnico Especializado (PPTE) que causa baja o alta, así como el cambio de cargo para dicho personal, si aplica;</w:t>
            </w:r>
          </w:p>
          <w:p w14:paraId="31008487" w14:textId="6EC236F2" w:rsidR="00D4659A" w:rsidRPr="00651F44" w:rsidRDefault="00D4659A" w:rsidP="007D2614">
            <w:pPr>
              <w:pStyle w:val="Prrafodelista"/>
              <w:numPr>
                <w:ilvl w:val="0"/>
                <w:numId w:val="28"/>
              </w:numPr>
              <w:tabs>
                <w:tab w:val="left" w:pos="459"/>
              </w:tabs>
              <w:spacing w:after="0"/>
              <w:ind w:left="370" w:right="90" w:hanging="298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651F4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Nombre y firma del Tercero o, en su caso, de su representante o apoderado legal.</w:t>
            </w:r>
          </w:p>
        </w:tc>
        <w:tc>
          <w:tcPr>
            <w:tcW w:w="20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5FE03AA" w14:textId="32E101E5" w:rsidR="00D4659A" w:rsidRPr="00651F44" w:rsidRDefault="00D4659A" w:rsidP="00D4659A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651F4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Original</w:t>
            </w:r>
            <w:r w:rsidR="00A81716" w:rsidRPr="00651F4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.</w:t>
            </w:r>
          </w:p>
        </w:tc>
        <w:tc>
          <w:tcPr>
            <w:tcW w:w="2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CDF5EE8" w14:textId="377EDD4F" w:rsidR="00D4659A" w:rsidRPr="00651F44" w:rsidRDefault="00D4659A" w:rsidP="00D4659A">
            <w:pPr>
              <w:tabs>
                <w:tab w:val="left" w:pos="709"/>
              </w:tabs>
              <w:spacing w:after="0"/>
              <w:ind w:right="83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651F4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Escrito libre conforme al Art. 19 fracción I de los Lineamientos de Terceros o utilizar el formato publicado en la página de la ASEA.</w:t>
            </w:r>
          </w:p>
        </w:tc>
      </w:tr>
      <w:tr w:rsidR="006E56D6" w:rsidRPr="00651F44" w14:paraId="5AE848D7" w14:textId="77777777" w:rsidTr="00D6585C">
        <w:trPr>
          <w:trHeight w:val="585"/>
        </w:trPr>
        <w:tc>
          <w:tcPr>
            <w:tcW w:w="226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4E266E69" w14:textId="23C7345C" w:rsidR="00A95FED" w:rsidRPr="00651F44" w:rsidRDefault="00A95FED" w:rsidP="00A95FED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651F4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2.-Pago de aprovechamientos.</w:t>
            </w:r>
          </w:p>
          <w:p w14:paraId="1530AD36" w14:textId="78CBD32F" w:rsidR="00A95FED" w:rsidRPr="00651F44" w:rsidRDefault="00A95FED" w:rsidP="00A95FED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651F4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(Cuando aplique)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771B8B4" w14:textId="77C1BD93" w:rsidR="00A95FED" w:rsidRPr="00651F44" w:rsidRDefault="00A95FED" w:rsidP="007D2614">
            <w:pPr>
              <w:pStyle w:val="Prrafodelista"/>
              <w:tabs>
                <w:tab w:val="left" w:pos="459"/>
              </w:tabs>
              <w:spacing w:after="0"/>
              <w:ind w:left="89" w:right="9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651F4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 xml:space="preserve">Pago de aprovechamientos del Tramite </w:t>
            </w:r>
            <w:r w:rsidRPr="00651F44">
              <w:rPr>
                <w:rFonts w:ascii="Arial" w:eastAsiaTheme="minorEastAsia" w:hAnsi="Arial" w:cs="Arial"/>
                <w:kern w:val="24"/>
                <w:sz w:val="18"/>
                <w:szCs w:val="18"/>
              </w:rPr>
              <w:t>ASEA-2023-005-010-A</w:t>
            </w:r>
            <w:r w:rsidR="00651F44">
              <w:rPr>
                <w:rFonts w:ascii="Arial" w:eastAsiaTheme="minorEastAsia" w:hAnsi="Arial" w:cs="Arial"/>
                <w:kern w:val="24"/>
                <w:sz w:val="18"/>
                <w:szCs w:val="18"/>
              </w:rPr>
              <w:t>.</w:t>
            </w:r>
            <w:r w:rsidRPr="00651F4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 xml:space="preserve"> </w:t>
            </w:r>
          </w:p>
        </w:tc>
        <w:tc>
          <w:tcPr>
            <w:tcW w:w="206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107D9F2A" w14:textId="77777777" w:rsidR="00A95FED" w:rsidRPr="00651F44" w:rsidRDefault="00A95FED" w:rsidP="00A95FED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651F4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Original.</w:t>
            </w:r>
          </w:p>
          <w:p w14:paraId="3E4FC914" w14:textId="77777777" w:rsidR="00A95FED" w:rsidRPr="00651F44" w:rsidRDefault="00A95FED" w:rsidP="00A95FED">
            <w:pPr>
              <w:pStyle w:val="Prrafodelista"/>
              <w:tabs>
                <w:tab w:val="left" w:pos="459"/>
              </w:tabs>
              <w:spacing w:after="0"/>
              <w:ind w:left="445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  <w:p w14:paraId="6FBFDBA6" w14:textId="485200B3" w:rsidR="00A95FED" w:rsidRPr="00651F44" w:rsidRDefault="00A95FED" w:rsidP="00A81716">
            <w:pPr>
              <w:pStyle w:val="Prrafodelista"/>
              <w:spacing w:after="0"/>
              <w:ind w:left="33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651F4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Notas: Que incluya los datos correctos del promovente.</w:t>
            </w:r>
          </w:p>
        </w:tc>
        <w:tc>
          <w:tcPr>
            <w:tcW w:w="218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2E5A57D5" w14:textId="0900F080" w:rsidR="00A95FED" w:rsidRPr="00651F44" w:rsidRDefault="00A95FED" w:rsidP="00A95FED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651F4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---</w:t>
            </w:r>
          </w:p>
        </w:tc>
      </w:tr>
      <w:tr w:rsidR="006E56D6" w:rsidRPr="00651F44" w14:paraId="5570CBE5" w14:textId="77777777" w:rsidTr="00D6585C">
        <w:trPr>
          <w:trHeight w:val="585"/>
        </w:trPr>
        <w:tc>
          <w:tcPr>
            <w:tcW w:w="2268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1E5F244B" w14:textId="77777777" w:rsidR="00A95FED" w:rsidRPr="00651F44" w:rsidRDefault="00A95FED" w:rsidP="00A95FED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001CA0" w14:textId="6B18C884" w:rsidR="00A95FED" w:rsidRPr="00651F44" w:rsidRDefault="00A95FED" w:rsidP="007D2614">
            <w:pPr>
              <w:pStyle w:val="Prrafodelista"/>
              <w:tabs>
                <w:tab w:val="left" w:pos="459"/>
              </w:tabs>
              <w:spacing w:after="0"/>
              <w:ind w:left="89" w:right="9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651F4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Hoja de ayuda.</w:t>
            </w:r>
          </w:p>
        </w:tc>
        <w:tc>
          <w:tcPr>
            <w:tcW w:w="2067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7656F59F" w14:textId="77777777" w:rsidR="00A95FED" w:rsidRPr="00651F44" w:rsidRDefault="00A95FED" w:rsidP="00A95FED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  <w:tc>
          <w:tcPr>
            <w:tcW w:w="2186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0119CA41" w14:textId="77777777" w:rsidR="00A95FED" w:rsidRPr="00651F44" w:rsidRDefault="00A95FED" w:rsidP="00A95FED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</w:tr>
      <w:tr w:rsidR="006E56D6" w:rsidRPr="00651F44" w14:paraId="586F1160" w14:textId="77777777" w:rsidTr="00D6585C">
        <w:trPr>
          <w:trHeight w:val="585"/>
        </w:trPr>
        <w:tc>
          <w:tcPr>
            <w:tcW w:w="226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878397" w14:textId="77777777" w:rsidR="00A95FED" w:rsidRPr="00651F44" w:rsidRDefault="00A95FED" w:rsidP="00A95FED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CFE8B5" w14:textId="6D052B85" w:rsidR="00A95FED" w:rsidRPr="00651F44" w:rsidRDefault="00A95FED" w:rsidP="007D2614">
            <w:pPr>
              <w:pStyle w:val="Prrafodelista"/>
              <w:tabs>
                <w:tab w:val="left" w:pos="459"/>
              </w:tabs>
              <w:spacing w:after="0"/>
              <w:ind w:left="89" w:right="9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651F4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Formato e5cinco.</w:t>
            </w:r>
          </w:p>
        </w:tc>
        <w:tc>
          <w:tcPr>
            <w:tcW w:w="2067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1F5214" w14:textId="77777777" w:rsidR="00A95FED" w:rsidRPr="00651F44" w:rsidRDefault="00A95FED" w:rsidP="00A95FED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  <w:tc>
          <w:tcPr>
            <w:tcW w:w="218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9CA4E8" w14:textId="77777777" w:rsidR="00A95FED" w:rsidRPr="00651F44" w:rsidRDefault="00A95FED" w:rsidP="00A95FED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</w:tr>
      <w:tr w:rsidR="006E56D6" w:rsidRPr="00651F44" w14:paraId="5344A63D" w14:textId="77777777" w:rsidTr="00D6585C">
        <w:trPr>
          <w:trHeight w:val="585"/>
        </w:trPr>
        <w:tc>
          <w:tcPr>
            <w:tcW w:w="2268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13BFDFD3" w14:textId="77777777" w:rsidR="00A95FED" w:rsidRPr="00651F44" w:rsidRDefault="00A95FED" w:rsidP="00A95FED">
            <w:pPr>
              <w:pStyle w:val="NormalWeb"/>
              <w:spacing w:before="0" w:beforeAutospacing="0" w:after="120" w:afterAutospacing="0"/>
              <w:ind w:left="227" w:right="-1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651F44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>3.-</w:t>
            </w:r>
            <w:r w:rsidRPr="00651F4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651F44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>Poder notarial del representante o apoderado legal.</w:t>
            </w:r>
          </w:p>
          <w:p w14:paraId="79B7BA71" w14:textId="42FA65D6" w:rsidR="00A95FED" w:rsidRPr="00651F44" w:rsidRDefault="00A95FED" w:rsidP="00A95FED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/>
                <w:bCs/>
                <w:kern w:val="24"/>
                <w:sz w:val="18"/>
                <w:szCs w:val="18"/>
              </w:rPr>
            </w:pPr>
            <w:r w:rsidRPr="00651F44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>Nota: Únicamente debe de incluirse, cuando el Representante o apoderado legal sea distinto al que se declaró en la solicitud de Aprobación.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7885D4" w14:textId="6A8EFEB1" w:rsidR="00A95FED" w:rsidRPr="00651F44" w:rsidRDefault="00A95FED" w:rsidP="007D2614">
            <w:pPr>
              <w:pStyle w:val="Prrafodelista"/>
              <w:tabs>
                <w:tab w:val="left" w:pos="459"/>
              </w:tabs>
              <w:spacing w:after="0"/>
              <w:ind w:left="89" w:right="9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651F4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Instrumento público mediante el cual se acrediten la personalidad y las facultades del representante o apoderado legal del promovente.</w:t>
            </w:r>
          </w:p>
        </w:tc>
        <w:tc>
          <w:tcPr>
            <w:tcW w:w="20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0651B6" w14:textId="77777777" w:rsidR="00A95FED" w:rsidRPr="00651F44" w:rsidRDefault="00A95FED" w:rsidP="00A95FED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651F4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Original o copia certificada para cotejo.</w:t>
            </w:r>
          </w:p>
          <w:p w14:paraId="62B2C465" w14:textId="2679B292" w:rsidR="00A95FED" w:rsidRPr="00651F44" w:rsidRDefault="00A95FED" w:rsidP="00A95FED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651F4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Copia simple o digital.</w:t>
            </w:r>
          </w:p>
        </w:tc>
        <w:tc>
          <w:tcPr>
            <w:tcW w:w="218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25413C" w14:textId="0417029F" w:rsidR="00A95FED" w:rsidRPr="00651F44" w:rsidRDefault="00A95FED" w:rsidP="00A95FED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651F4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---</w:t>
            </w:r>
          </w:p>
        </w:tc>
      </w:tr>
      <w:tr w:rsidR="006E56D6" w:rsidRPr="00651F44" w14:paraId="767FBD85" w14:textId="77777777" w:rsidTr="00D6585C">
        <w:trPr>
          <w:trHeight w:val="585"/>
        </w:trPr>
        <w:tc>
          <w:tcPr>
            <w:tcW w:w="226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3F3E5E" w14:textId="1D4FFEA9" w:rsidR="00B77D70" w:rsidRPr="00651F44" w:rsidRDefault="00B77D70" w:rsidP="00B77D70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4862F5" w14:textId="7BC65666" w:rsidR="00B77D70" w:rsidRPr="00651F44" w:rsidRDefault="00B77D70" w:rsidP="007D2614">
            <w:pPr>
              <w:pStyle w:val="Prrafodelista"/>
              <w:tabs>
                <w:tab w:val="left" w:pos="459"/>
              </w:tabs>
              <w:spacing w:after="0"/>
              <w:ind w:left="89" w:right="9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651F4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Credencial para votar vigente expedida por la autoridad electoral correspondiente, o pasaporte vigente del promovente o de su representante o apoderado legal.</w:t>
            </w:r>
          </w:p>
        </w:tc>
        <w:tc>
          <w:tcPr>
            <w:tcW w:w="20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369F38" w14:textId="77777777" w:rsidR="00B77D70" w:rsidRPr="00651F44" w:rsidRDefault="00B77D70" w:rsidP="00B77D70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651F4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Original o copia certificada para cotejo.</w:t>
            </w:r>
          </w:p>
          <w:p w14:paraId="25BAE94B" w14:textId="1C871411" w:rsidR="00B77D70" w:rsidRPr="00651F44" w:rsidRDefault="00B77D70" w:rsidP="00B77D70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651F4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Copia simple o digital.</w:t>
            </w:r>
          </w:p>
        </w:tc>
        <w:tc>
          <w:tcPr>
            <w:tcW w:w="2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E949E0B" w14:textId="534372AD" w:rsidR="00B77D70" w:rsidRPr="00651F44" w:rsidRDefault="00B77D70" w:rsidP="00B77D70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651F4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---</w:t>
            </w:r>
          </w:p>
        </w:tc>
      </w:tr>
      <w:tr w:rsidR="006E56D6" w:rsidRPr="00651F44" w14:paraId="63964718" w14:textId="77777777" w:rsidTr="00D6585C">
        <w:trPr>
          <w:trHeight w:val="70"/>
        </w:trPr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78C3EFE" w14:textId="0D154E97" w:rsidR="00235FF4" w:rsidRPr="00651F44" w:rsidRDefault="00235FF4" w:rsidP="00A81716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kern w:val="24"/>
                <w:sz w:val="18"/>
                <w:szCs w:val="18"/>
              </w:rPr>
            </w:pPr>
            <w:r w:rsidRPr="00651F44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4.-</w:t>
            </w:r>
            <w:r w:rsidRPr="00651F44">
              <w:rPr>
                <w:rFonts w:ascii="Arial" w:eastAsiaTheme="minorEastAsia" w:hAnsi="Arial" w:cs="Arial"/>
                <w:kern w:val="24"/>
                <w:sz w:val="18"/>
                <w:szCs w:val="18"/>
              </w:rPr>
              <w:t xml:space="preserve"> Declaratoria por Promovente</w:t>
            </w:r>
            <w:r w:rsidR="00A81716" w:rsidRPr="00651F44">
              <w:rPr>
                <w:rFonts w:ascii="Arial" w:eastAsiaTheme="minorEastAsia" w:hAnsi="Arial" w:cs="Arial"/>
                <w:kern w:val="24"/>
                <w:sz w:val="18"/>
                <w:szCs w:val="18"/>
              </w:rPr>
              <w:t>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7D87380" w14:textId="77777777" w:rsidR="00235FF4" w:rsidRPr="00651F44" w:rsidRDefault="00235FF4" w:rsidP="007D2614">
            <w:pPr>
              <w:pStyle w:val="Prrafodelista"/>
              <w:tabs>
                <w:tab w:val="left" w:pos="459"/>
              </w:tabs>
              <w:spacing w:after="0"/>
              <w:ind w:left="89" w:right="90"/>
              <w:jc w:val="both"/>
              <w:rPr>
                <w:rFonts w:ascii="Arial" w:eastAsiaTheme="minorEastAsia" w:hAnsi="Arial" w:cs="Arial"/>
                <w:kern w:val="24"/>
                <w:sz w:val="18"/>
                <w:szCs w:val="18"/>
              </w:rPr>
            </w:pPr>
            <w:r w:rsidRPr="00651F44">
              <w:rPr>
                <w:rFonts w:ascii="Arial" w:eastAsiaTheme="minorEastAsia" w:hAnsi="Arial" w:cs="Arial"/>
                <w:kern w:val="24"/>
                <w:sz w:val="18"/>
                <w:szCs w:val="18"/>
              </w:rPr>
              <w:t>Declaratoria de no existencia de conflicto de interés.</w:t>
            </w:r>
          </w:p>
          <w:p w14:paraId="45D3DFD3" w14:textId="77777777" w:rsidR="00235FF4" w:rsidRPr="00651F44" w:rsidRDefault="00235FF4" w:rsidP="007D2614">
            <w:pPr>
              <w:pStyle w:val="Prrafodelista"/>
              <w:tabs>
                <w:tab w:val="left" w:pos="459"/>
              </w:tabs>
              <w:spacing w:after="0"/>
              <w:ind w:left="89" w:right="9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  <w:p w14:paraId="2A594DB9" w14:textId="78C6A5ED" w:rsidR="00235FF4" w:rsidRPr="00651F44" w:rsidRDefault="00235FF4" w:rsidP="007D2614">
            <w:pPr>
              <w:pStyle w:val="Prrafodelista"/>
              <w:tabs>
                <w:tab w:val="left" w:pos="459"/>
              </w:tabs>
              <w:spacing w:after="0"/>
              <w:ind w:left="89" w:right="9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  <w:tc>
          <w:tcPr>
            <w:tcW w:w="20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F077591" w14:textId="32A47300" w:rsidR="00235FF4" w:rsidRPr="00651F44" w:rsidRDefault="00235FF4" w:rsidP="00235FF4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kern w:val="24"/>
                <w:sz w:val="18"/>
                <w:szCs w:val="18"/>
              </w:rPr>
            </w:pPr>
            <w:r w:rsidRPr="00651F44">
              <w:rPr>
                <w:rFonts w:ascii="Arial" w:eastAsiaTheme="minorEastAsia" w:hAnsi="Arial" w:cs="Arial"/>
                <w:kern w:val="24"/>
                <w:sz w:val="18"/>
                <w:szCs w:val="18"/>
              </w:rPr>
              <w:t>Original o digital.</w:t>
            </w:r>
          </w:p>
        </w:tc>
        <w:tc>
          <w:tcPr>
            <w:tcW w:w="2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3620D5" w14:textId="7271EEC8" w:rsidR="00235FF4" w:rsidRPr="00882E0D" w:rsidRDefault="00882E0D" w:rsidP="00882E0D">
            <w:pPr>
              <w:tabs>
                <w:tab w:val="left" w:pos="709"/>
              </w:tabs>
              <w:spacing w:after="0"/>
              <w:ind w:right="83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610ABB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Escrito libre conforme al artículo 19 fracción II, inciso a., en correlación con el artículo 8, fracción VII de los Lineamientos de Terceros o utilizar el formato publicado en la página de la ASEA.</w:t>
            </w:r>
          </w:p>
        </w:tc>
      </w:tr>
      <w:tr w:rsidR="006E56D6" w:rsidRPr="00651F44" w14:paraId="0B856329" w14:textId="77777777" w:rsidTr="00D6585C">
        <w:trPr>
          <w:trHeight w:val="70"/>
        </w:trPr>
        <w:tc>
          <w:tcPr>
            <w:tcW w:w="226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199EEA" w14:textId="20EBD164" w:rsidR="00A95FED" w:rsidRPr="00651F44" w:rsidRDefault="00A95FED" w:rsidP="00A81716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kern w:val="24"/>
                <w:sz w:val="18"/>
                <w:szCs w:val="18"/>
              </w:rPr>
            </w:pPr>
            <w:r w:rsidRPr="00651F44">
              <w:rPr>
                <w:rFonts w:ascii="Arial" w:eastAsiaTheme="minorEastAsia" w:hAnsi="Arial" w:cs="Arial"/>
                <w:kern w:val="24"/>
                <w:sz w:val="18"/>
                <w:szCs w:val="18"/>
              </w:rPr>
              <w:t>5.-Acreditación.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BB5BD9" w14:textId="0639E5E6" w:rsidR="00A95FED" w:rsidRPr="00651F44" w:rsidRDefault="00A95FED" w:rsidP="007D2614">
            <w:pPr>
              <w:pStyle w:val="Prrafodelista"/>
              <w:tabs>
                <w:tab w:val="left" w:pos="459"/>
              </w:tabs>
              <w:spacing w:after="0"/>
              <w:ind w:left="89" w:right="9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651F4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Acreditación como Unidad de Inspección vigente, emitida por una Entidad de Acreditación.</w:t>
            </w:r>
          </w:p>
          <w:p w14:paraId="75BF9528" w14:textId="77777777" w:rsidR="00A95FED" w:rsidRPr="00651F44" w:rsidRDefault="00A95FED" w:rsidP="007D2614">
            <w:pPr>
              <w:pStyle w:val="Prrafodelista"/>
              <w:tabs>
                <w:tab w:val="left" w:pos="459"/>
              </w:tabs>
              <w:spacing w:after="0"/>
              <w:ind w:left="89" w:right="9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  <w:p w14:paraId="47F24934" w14:textId="51CA0D27" w:rsidR="00A95FED" w:rsidRPr="00651F44" w:rsidRDefault="00A95FED" w:rsidP="007D2614">
            <w:pPr>
              <w:pStyle w:val="Prrafodelista"/>
              <w:tabs>
                <w:tab w:val="left" w:pos="459"/>
              </w:tabs>
              <w:spacing w:after="0"/>
              <w:ind w:left="89" w:right="9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651F4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 xml:space="preserve">Nota: Únicamente en caso de cambio de figura y/o ampliación de personal. </w:t>
            </w:r>
          </w:p>
        </w:tc>
        <w:tc>
          <w:tcPr>
            <w:tcW w:w="20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EF33B2" w14:textId="4C058E78" w:rsidR="00A95FED" w:rsidRPr="00651F44" w:rsidRDefault="00A95FED" w:rsidP="00A95FED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651F4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lastRenderedPageBreak/>
              <w:t>Original o copia simple o digital.</w:t>
            </w:r>
          </w:p>
        </w:tc>
        <w:tc>
          <w:tcPr>
            <w:tcW w:w="2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9F0B67" w14:textId="02ACD9D4" w:rsidR="00A95FED" w:rsidRPr="00651F44" w:rsidRDefault="00A95FED" w:rsidP="00A95FED">
            <w:pPr>
              <w:tabs>
                <w:tab w:val="left" w:pos="709"/>
              </w:tabs>
              <w:spacing w:after="0"/>
              <w:ind w:right="-67"/>
              <w:jc w:val="center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651F4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---</w:t>
            </w:r>
          </w:p>
        </w:tc>
      </w:tr>
      <w:tr w:rsidR="006E56D6" w:rsidRPr="00651F44" w14:paraId="6EFA1685" w14:textId="77777777" w:rsidTr="00A6218F">
        <w:trPr>
          <w:trHeight w:val="1130"/>
        </w:trPr>
        <w:tc>
          <w:tcPr>
            <w:tcW w:w="226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7C505262" w14:textId="22A40EE9" w:rsidR="005A4BEB" w:rsidRPr="00651F44" w:rsidRDefault="005A4BEB" w:rsidP="005A4BEB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/>
                <w:bCs/>
                <w:kern w:val="24"/>
                <w:sz w:val="18"/>
                <w:szCs w:val="18"/>
              </w:rPr>
            </w:pPr>
            <w:r w:rsidRPr="00651F44">
              <w:rPr>
                <w:rFonts w:ascii="Arial" w:eastAsiaTheme="minorEastAsia" w:hAnsi="Arial" w:cs="Arial"/>
                <w:kern w:val="24"/>
                <w:sz w:val="18"/>
                <w:szCs w:val="18"/>
              </w:rPr>
              <w:t>6.-</w:t>
            </w:r>
            <w:r w:rsidRPr="00651F4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51F44">
              <w:rPr>
                <w:rFonts w:ascii="Arial" w:eastAsiaTheme="minorEastAsia" w:hAnsi="Arial" w:cs="Arial"/>
                <w:kern w:val="24"/>
                <w:sz w:val="18"/>
                <w:szCs w:val="18"/>
              </w:rPr>
              <w:t>Los documentos del personal postulante solicitados en cumplimiento de los requisitos de la convocatoria.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79C863" w14:textId="54F4881E" w:rsidR="005A4BEB" w:rsidRPr="00651F44" w:rsidRDefault="005A4BEB" w:rsidP="00536239">
            <w:pPr>
              <w:pStyle w:val="Prrafodelista"/>
              <w:tabs>
                <w:tab w:val="left" w:pos="459"/>
              </w:tabs>
              <w:spacing w:after="0"/>
              <w:ind w:left="89" w:right="9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651F4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Declaración respecto de la responsabilidad por la ejecución de actividades como personal técnico, y respecto a los servicios realizados como Tercero Aprobado.</w:t>
            </w:r>
          </w:p>
        </w:tc>
        <w:tc>
          <w:tcPr>
            <w:tcW w:w="20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E09782C" w14:textId="41D95C9B" w:rsidR="005A4BEB" w:rsidRPr="00651F44" w:rsidRDefault="005A4BEB" w:rsidP="005A4BEB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651F4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Original o digital</w:t>
            </w:r>
            <w:r w:rsidR="00A81716" w:rsidRPr="00651F4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.</w:t>
            </w:r>
          </w:p>
        </w:tc>
        <w:tc>
          <w:tcPr>
            <w:tcW w:w="2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CF59DD" w14:textId="77777777" w:rsidR="005A4BEB" w:rsidRPr="00651F44" w:rsidRDefault="005A4BEB" w:rsidP="005A4BEB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1F4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 xml:space="preserve">Formato integral ASEA/TER/F-08 y </w:t>
            </w:r>
          </w:p>
          <w:p w14:paraId="53F4BCC1" w14:textId="2FB776A3" w:rsidR="005A4BEB" w:rsidRPr="00651F44" w:rsidRDefault="005A4BEB" w:rsidP="005A4BEB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1F4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ASEA /TER/F-09</w:t>
            </w:r>
          </w:p>
        </w:tc>
      </w:tr>
      <w:tr w:rsidR="006E56D6" w:rsidRPr="00651F44" w14:paraId="7024B471" w14:textId="77777777" w:rsidTr="00D6585C">
        <w:trPr>
          <w:trHeight w:val="70"/>
        </w:trPr>
        <w:tc>
          <w:tcPr>
            <w:tcW w:w="2268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592069A3" w14:textId="3B252C65" w:rsidR="00DC797B" w:rsidRPr="00651F44" w:rsidRDefault="00DC797B" w:rsidP="00DC797B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B8170B3" w14:textId="066E1981" w:rsidR="00DC797B" w:rsidRPr="00651F44" w:rsidRDefault="00DC797B" w:rsidP="00536239">
            <w:pPr>
              <w:pStyle w:val="Prrafodelista"/>
              <w:tabs>
                <w:tab w:val="left" w:pos="459"/>
              </w:tabs>
              <w:spacing w:after="0"/>
              <w:ind w:left="89" w:right="9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651F4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 xml:space="preserve">Grado de estudios: Cédula profesional de estudios de nivel licenciatura por cada personal técnico postulado. </w:t>
            </w:r>
          </w:p>
        </w:tc>
        <w:tc>
          <w:tcPr>
            <w:tcW w:w="20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FCD5EBD" w14:textId="7FFBD964" w:rsidR="00DC797B" w:rsidRPr="00651F44" w:rsidRDefault="00DC797B" w:rsidP="00DC797B">
            <w:pPr>
              <w:pStyle w:val="Prrafodelista"/>
              <w:numPr>
                <w:ilvl w:val="0"/>
                <w:numId w:val="23"/>
              </w:numPr>
              <w:tabs>
                <w:tab w:val="left" w:pos="368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651F4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Copia simple o digital.</w:t>
            </w:r>
          </w:p>
        </w:tc>
        <w:tc>
          <w:tcPr>
            <w:tcW w:w="2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4B85F16" w14:textId="6276CB9C" w:rsidR="00DC797B" w:rsidRPr="00651F44" w:rsidRDefault="00DC797B" w:rsidP="00DC797B">
            <w:pPr>
              <w:pStyle w:val="Prrafodelista"/>
              <w:tabs>
                <w:tab w:val="left" w:pos="709"/>
              </w:tabs>
              <w:spacing w:after="0"/>
              <w:ind w:left="0" w:right="-67"/>
              <w:jc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651F4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---</w:t>
            </w:r>
          </w:p>
        </w:tc>
      </w:tr>
      <w:tr w:rsidR="006E56D6" w:rsidRPr="00651F44" w14:paraId="1F6FB7DE" w14:textId="77777777" w:rsidTr="00D6585C">
        <w:trPr>
          <w:trHeight w:val="70"/>
        </w:trPr>
        <w:tc>
          <w:tcPr>
            <w:tcW w:w="2268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4B2B5101" w14:textId="77777777" w:rsidR="00DC797B" w:rsidRPr="00651F44" w:rsidRDefault="00DC797B" w:rsidP="00DC797B">
            <w:pPr>
              <w:spacing w:after="0"/>
              <w:rPr>
                <w:rFonts w:ascii="Arial" w:eastAsiaTheme="minorEastAsia" w:hAnsi="Arial" w:cs="Arial"/>
                <w:bCs/>
                <w:kern w:val="24"/>
                <w:sz w:val="18"/>
                <w:szCs w:val="18"/>
                <w:lang w:val="es-MX" w:eastAsia="es-MX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D915F0F" w14:textId="088FB448" w:rsidR="00DC797B" w:rsidRPr="00651F44" w:rsidRDefault="00DC797B" w:rsidP="00536239">
            <w:pPr>
              <w:pStyle w:val="Prrafodelista"/>
              <w:tabs>
                <w:tab w:val="left" w:pos="459"/>
              </w:tabs>
              <w:spacing w:after="0"/>
              <w:ind w:left="89" w:right="9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651F4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El personal con estudios en el extranjero, presentar título profesional o su equivalente, apostillado por parte del país emisor, por cada personal técnico postulado.</w:t>
            </w:r>
          </w:p>
        </w:tc>
        <w:tc>
          <w:tcPr>
            <w:tcW w:w="20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A4580E6" w14:textId="70BCC819" w:rsidR="00DC797B" w:rsidRPr="00651F44" w:rsidRDefault="00DC797B" w:rsidP="00DC797B">
            <w:pPr>
              <w:pStyle w:val="Prrafodelista"/>
              <w:numPr>
                <w:ilvl w:val="0"/>
                <w:numId w:val="23"/>
              </w:numPr>
              <w:tabs>
                <w:tab w:val="left" w:pos="368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651F4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Copia simple o digital.</w:t>
            </w:r>
          </w:p>
        </w:tc>
        <w:tc>
          <w:tcPr>
            <w:tcW w:w="2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76EC45B" w14:textId="01B693BF" w:rsidR="00DC797B" w:rsidRPr="00651F44" w:rsidRDefault="00DC797B" w:rsidP="00DC797B">
            <w:pPr>
              <w:pStyle w:val="Prrafodelista"/>
              <w:tabs>
                <w:tab w:val="left" w:pos="709"/>
              </w:tabs>
              <w:spacing w:after="0"/>
              <w:ind w:left="0" w:right="-67"/>
              <w:jc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651F4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---</w:t>
            </w:r>
          </w:p>
        </w:tc>
      </w:tr>
      <w:tr w:rsidR="006E56D6" w:rsidRPr="00651F44" w14:paraId="6D26074F" w14:textId="77777777" w:rsidTr="00D6585C">
        <w:trPr>
          <w:trHeight w:val="70"/>
        </w:trPr>
        <w:tc>
          <w:tcPr>
            <w:tcW w:w="2268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1BED8D34" w14:textId="29E027F6" w:rsidR="004F5B50" w:rsidRPr="00651F44" w:rsidRDefault="004F5B50" w:rsidP="004F5B50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4996F89" w14:textId="77777777" w:rsidR="004F5B50" w:rsidRPr="00651F44" w:rsidRDefault="004F5B50" w:rsidP="00536239">
            <w:pPr>
              <w:pStyle w:val="Prrafodelista"/>
              <w:tabs>
                <w:tab w:val="left" w:pos="459"/>
              </w:tabs>
              <w:spacing w:after="0"/>
              <w:ind w:left="89" w:right="9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651F4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Ficha curricular. (Entregar un formato por Personal técnico postulado).</w:t>
            </w:r>
          </w:p>
          <w:p w14:paraId="303361DC" w14:textId="77777777" w:rsidR="0065552C" w:rsidRPr="00651F44" w:rsidRDefault="0065552C" w:rsidP="00536239">
            <w:pPr>
              <w:pStyle w:val="Prrafodelista"/>
              <w:tabs>
                <w:tab w:val="left" w:pos="459"/>
              </w:tabs>
              <w:spacing w:after="0"/>
              <w:ind w:left="89" w:right="9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  <w:p w14:paraId="034EB74C" w14:textId="7A8FEFB1" w:rsidR="0065552C" w:rsidRPr="00651F44" w:rsidRDefault="0065552C" w:rsidP="00536239">
            <w:pPr>
              <w:pStyle w:val="Prrafodelista"/>
              <w:tabs>
                <w:tab w:val="left" w:pos="459"/>
              </w:tabs>
              <w:spacing w:after="0"/>
              <w:ind w:left="89" w:right="9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651F4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Nota: Anexar copia simple de la documentación (cartas o constancias de experiencia laboral o profesional, contratos de trabajo, etc.), que soporte la información incluida en la Ficha Curricular.</w:t>
            </w:r>
          </w:p>
        </w:tc>
        <w:tc>
          <w:tcPr>
            <w:tcW w:w="20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DDA82F2" w14:textId="344998D0" w:rsidR="004F5B50" w:rsidRPr="00651F44" w:rsidRDefault="004F5B50" w:rsidP="004F5B50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651F4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Original o digital</w:t>
            </w:r>
            <w:r w:rsidR="00A81716" w:rsidRPr="00651F4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.</w:t>
            </w:r>
          </w:p>
        </w:tc>
        <w:tc>
          <w:tcPr>
            <w:tcW w:w="2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2DE81CA" w14:textId="77777777" w:rsidR="004F5B50" w:rsidRPr="00651F44" w:rsidRDefault="004F5B50" w:rsidP="004F5B50">
            <w:pPr>
              <w:pStyle w:val="Prrafodelista"/>
              <w:tabs>
                <w:tab w:val="left" w:pos="709"/>
              </w:tabs>
              <w:spacing w:after="0"/>
              <w:ind w:left="0" w:right="-67"/>
              <w:jc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651F4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ASEA/TER/F-11</w:t>
            </w:r>
          </w:p>
        </w:tc>
      </w:tr>
      <w:tr w:rsidR="006E56D6" w:rsidRPr="00651F44" w14:paraId="5C54BF69" w14:textId="77777777" w:rsidTr="00D6585C">
        <w:trPr>
          <w:trHeight w:val="70"/>
        </w:trPr>
        <w:tc>
          <w:tcPr>
            <w:tcW w:w="2268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66F3553D" w14:textId="77777777" w:rsidR="004F5B50" w:rsidRPr="00651F44" w:rsidRDefault="004F5B50" w:rsidP="004F5B50">
            <w:pPr>
              <w:spacing w:after="0"/>
              <w:rPr>
                <w:rFonts w:ascii="Arial" w:eastAsiaTheme="minorEastAsia" w:hAnsi="Arial" w:cs="Arial"/>
                <w:bCs/>
                <w:kern w:val="24"/>
                <w:sz w:val="18"/>
                <w:szCs w:val="18"/>
                <w:lang w:val="es-MX" w:eastAsia="es-MX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16CE77" w14:textId="6FE49E29" w:rsidR="004F5B50" w:rsidRPr="00A6218F" w:rsidRDefault="004F5B50" w:rsidP="00A6218F">
            <w:pPr>
              <w:pStyle w:val="Prrafodelista"/>
              <w:tabs>
                <w:tab w:val="left" w:pos="459"/>
              </w:tabs>
              <w:spacing w:after="0"/>
              <w:ind w:left="89" w:right="9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651F4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Declaratoria respecto a los datos establecidos en la ficha curricular. (Entregar un formato por Personal técnico postulado).</w:t>
            </w:r>
          </w:p>
        </w:tc>
        <w:tc>
          <w:tcPr>
            <w:tcW w:w="20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1FB7EA0" w14:textId="734F473C" w:rsidR="004F5B50" w:rsidRPr="00651F44" w:rsidRDefault="004F5B50" w:rsidP="004F5B50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651F4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Original o digital</w:t>
            </w:r>
            <w:r w:rsidR="00A81716" w:rsidRPr="00651F4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.</w:t>
            </w:r>
          </w:p>
        </w:tc>
        <w:tc>
          <w:tcPr>
            <w:tcW w:w="2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835A056" w14:textId="77777777" w:rsidR="004F5B50" w:rsidRPr="00651F44" w:rsidRDefault="004F5B50" w:rsidP="004F5B50">
            <w:pPr>
              <w:pStyle w:val="Prrafodelista"/>
              <w:tabs>
                <w:tab w:val="left" w:pos="709"/>
              </w:tabs>
              <w:spacing w:after="0"/>
              <w:ind w:left="0" w:right="-67"/>
              <w:jc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651F4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ASEA/TER/F-12</w:t>
            </w:r>
          </w:p>
        </w:tc>
      </w:tr>
      <w:tr w:rsidR="006E56D6" w:rsidRPr="00651F44" w14:paraId="578D7221" w14:textId="77777777" w:rsidTr="00D6585C">
        <w:trPr>
          <w:trHeight w:val="70"/>
        </w:trPr>
        <w:tc>
          <w:tcPr>
            <w:tcW w:w="2268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3A3FF384" w14:textId="77777777" w:rsidR="00A95FED" w:rsidRPr="00651F44" w:rsidRDefault="00A95FED" w:rsidP="00A95FED">
            <w:pPr>
              <w:spacing w:after="0"/>
              <w:rPr>
                <w:rFonts w:ascii="Arial" w:eastAsiaTheme="minorEastAsia" w:hAnsi="Arial" w:cs="Arial"/>
                <w:bCs/>
                <w:kern w:val="24"/>
                <w:sz w:val="18"/>
                <w:szCs w:val="18"/>
                <w:lang w:val="es-MX" w:eastAsia="es-MX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26DD6A9" w14:textId="77777777" w:rsidR="00A95FED" w:rsidRPr="00651F44" w:rsidRDefault="00A95FED" w:rsidP="00536239">
            <w:pPr>
              <w:pStyle w:val="Prrafodelista"/>
              <w:tabs>
                <w:tab w:val="left" w:pos="459"/>
              </w:tabs>
              <w:spacing w:after="0"/>
              <w:ind w:left="89" w:right="9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651F4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Identificación oficial vigente del personal propuesto.</w:t>
            </w:r>
          </w:p>
        </w:tc>
        <w:tc>
          <w:tcPr>
            <w:tcW w:w="20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AFC24B4" w14:textId="77777777" w:rsidR="00A95FED" w:rsidRPr="00651F44" w:rsidRDefault="00A95FED" w:rsidP="00A95FED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651F4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Original o copia certificada para cotejo.</w:t>
            </w:r>
          </w:p>
          <w:p w14:paraId="0AE319B9" w14:textId="5618BF38" w:rsidR="00A95FED" w:rsidRPr="00651F44" w:rsidRDefault="00A95FED" w:rsidP="00A95FED">
            <w:pPr>
              <w:pStyle w:val="Prrafodelista"/>
              <w:numPr>
                <w:ilvl w:val="0"/>
                <w:numId w:val="23"/>
              </w:numPr>
              <w:tabs>
                <w:tab w:val="left" w:pos="368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651F4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Copia simple o digital.</w:t>
            </w:r>
          </w:p>
        </w:tc>
        <w:tc>
          <w:tcPr>
            <w:tcW w:w="2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55E8E7F" w14:textId="437B8A5C" w:rsidR="00A95FED" w:rsidRPr="00651F44" w:rsidRDefault="00A95FED" w:rsidP="00A95FED">
            <w:pPr>
              <w:pStyle w:val="Prrafodelista"/>
              <w:tabs>
                <w:tab w:val="left" w:pos="709"/>
              </w:tabs>
              <w:spacing w:after="0"/>
              <w:ind w:left="0" w:right="-67"/>
              <w:jc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651F4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---</w:t>
            </w:r>
          </w:p>
        </w:tc>
      </w:tr>
      <w:tr w:rsidR="006E56D6" w:rsidRPr="00651F44" w14:paraId="36AE539D" w14:textId="77777777" w:rsidTr="00D6585C">
        <w:trPr>
          <w:trHeight w:val="70"/>
        </w:trPr>
        <w:tc>
          <w:tcPr>
            <w:tcW w:w="226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604D94" w14:textId="1769C164" w:rsidR="004F5B50" w:rsidRPr="00651F44" w:rsidRDefault="004F5B50" w:rsidP="004F5B50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8D0EB1" w14:textId="5DAB9018" w:rsidR="004F5B50" w:rsidRPr="00651F44" w:rsidRDefault="004F5B50" w:rsidP="00536239">
            <w:pPr>
              <w:pStyle w:val="Prrafodelista"/>
              <w:tabs>
                <w:tab w:val="left" w:pos="459"/>
              </w:tabs>
              <w:spacing w:after="0"/>
              <w:ind w:left="89" w:right="9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651F4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Declaratoria de conocimientos técnicos y normativos, para fungir como Tercero Aprobado.</w:t>
            </w:r>
          </w:p>
          <w:p w14:paraId="2B7973AB" w14:textId="77777777" w:rsidR="004F5B50" w:rsidRPr="00651F44" w:rsidRDefault="004F5B50" w:rsidP="00536239">
            <w:pPr>
              <w:pStyle w:val="Prrafodelista"/>
              <w:tabs>
                <w:tab w:val="left" w:pos="459"/>
              </w:tabs>
              <w:spacing w:after="0"/>
              <w:ind w:left="89" w:right="9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  <w:tc>
          <w:tcPr>
            <w:tcW w:w="20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D573904" w14:textId="41AAC091" w:rsidR="004F5B50" w:rsidRPr="00651F44" w:rsidRDefault="004F5B50" w:rsidP="004F5B50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651F4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Original o digital</w:t>
            </w:r>
            <w:r w:rsidR="00651F4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.</w:t>
            </w:r>
          </w:p>
        </w:tc>
        <w:tc>
          <w:tcPr>
            <w:tcW w:w="21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6333CBF" w14:textId="77777777" w:rsidR="004F5B50" w:rsidRPr="00651F44" w:rsidRDefault="004F5B50" w:rsidP="004F5B50">
            <w:pPr>
              <w:pStyle w:val="Prrafodelista"/>
              <w:tabs>
                <w:tab w:val="left" w:pos="709"/>
              </w:tabs>
              <w:spacing w:after="0"/>
              <w:ind w:left="0" w:right="-67"/>
              <w:jc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651F4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ASEA/TER/F-13</w:t>
            </w:r>
          </w:p>
        </w:tc>
      </w:tr>
      <w:tr w:rsidR="006E56D6" w:rsidRPr="00651F44" w14:paraId="20FFF3F4" w14:textId="77777777" w:rsidTr="007D2614">
        <w:trPr>
          <w:trHeight w:val="289"/>
        </w:trPr>
        <w:tc>
          <w:tcPr>
            <w:tcW w:w="1006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DD557B0" w14:textId="77777777" w:rsidR="00C9660F" w:rsidRPr="00651F44" w:rsidRDefault="00C9660F" w:rsidP="00C9660F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651F44">
              <w:rPr>
                <w:rStyle w:val="Textoennegrita"/>
                <w:rFonts w:ascii="Arial" w:eastAsiaTheme="minorHAnsi" w:hAnsi="Arial" w:cs="Arial"/>
                <w:noProof/>
                <w:sz w:val="18"/>
                <w:szCs w:val="18"/>
                <w:shd w:val="clear" w:color="auto" w:fill="FFFFFF"/>
                <w:lang w:eastAsia="en-US"/>
              </w:rPr>
              <w:t>Lineamientos de Terceros:</w:t>
            </w:r>
          </w:p>
          <w:p w14:paraId="16CBBC35" w14:textId="6C91CA82" w:rsidR="00C9660F" w:rsidRPr="00651F44" w:rsidRDefault="00C9660F" w:rsidP="00C9660F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/>
                <w:bCs/>
                <w:kern w:val="24"/>
                <w:sz w:val="18"/>
                <w:szCs w:val="18"/>
              </w:rPr>
            </w:pPr>
            <w:r w:rsidRPr="00651F44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DISPOSICIONES Administrativas de carácter general que establecen los Lineamientos para la aprobación, la autorización y las condiciones de operación de los terceros. </w:t>
            </w:r>
            <w:r w:rsidRPr="00651F44">
              <w:rPr>
                <w:rFonts w:ascii="Arial" w:hAnsi="Arial" w:cs="Arial"/>
                <w:bCs/>
                <w:sz w:val="18"/>
                <w:szCs w:val="18"/>
                <w:shd w:val="clear" w:color="auto" w:fill="FFFFFF"/>
              </w:rPr>
              <w:t>DOF: 17/04/2023</w:t>
            </w:r>
            <w:r w:rsidRPr="00651F44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>.</w:t>
            </w:r>
          </w:p>
        </w:tc>
      </w:tr>
      <w:tr w:rsidR="006E56D6" w:rsidRPr="00651F44" w14:paraId="79A6FDA4" w14:textId="77777777" w:rsidTr="007D2614">
        <w:trPr>
          <w:trHeight w:val="289"/>
        </w:trPr>
        <w:tc>
          <w:tcPr>
            <w:tcW w:w="1006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E35DD2C" w14:textId="77777777" w:rsidR="00C9660F" w:rsidRPr="00651F44" w:rsidRDefault="00C9660F" w:rsidP="00C9660F">
            <w:pPr>
              <w:pStyle w:val="NormalWeb"/>
              <w:spacing w:before="0" w:beforeAutospacing="0" w:after="120" w:afterAutospacing="0"/>
              <w:ind w:left="227" w:right="-1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651F44">
              <w:rPr>
                <w:rStyle w:val="Textoennegrita"/>
                <w:rFonts w:ascii="Arial" w:eastAsiaTheme="minorHAnsi" w:hAnsi="Arial" w:cs="Arial"/>
                <w:noProof/>
                <w:sz w:val="18"/>
                <w:szCs w:val="18"/>
                <w:shd w:val="clear" w:color="auto" w:fill="FFFFFF"/>
                <w:lang w:eastAsia="en-US"/>
              </w:rPr>
              <w:t>Notas:</w:t>
            </w:r>
          </w:p>
          <w:p w14:paraId="0EDE5142" w14:textId="77777777" w:rsidR="00C9660F" w:rsidRPr="00651F44" w:rsidRDefault="00C9660F" w:rsidP="00C9660F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ind w:left="709" w:right="-11" w:hanging="482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651F44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>Ordenar la información conforme a los puntos descritos en la columna de “Separador”.</w:t>
            </w:r>
          </w:p>
          <w:p w14:paraId="01E00AE6" w14:textId="77777777" w:rsidR="00C9660F" w:rsidRPr="00651F44" w:rsidRDefault="00C9660F" w:rsidP="00C9660F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ind w:left="709" w:right="-11" w:hanging="482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651F44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>Evitar el uso de grapas y clips en la documentación anexa a la solicitud.</w:t>
            </w:r>
          </w:p>
          <w:p w14:paraId="0C21383D" w14:textId="538DCD56" w:rsidR="00C9660F" w:rsidRPr="00651F44" w:rsidRDefault="00C9660F" w:rsidP="00C9660F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ind w:left="709" w:right="-11" w:hanging="482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651F44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En la medida de lo posible evitar el uso de carpetas y </w:t>
            </w:r>
            <w:r w:rsidRPr="00651F44">
              <w:rPr>
                <w:rFonts w:ascii="Arial" w:eastAsiaTheme="minorEastAsia" w:hAnsi="Arial" w:cs="Arial"/>
                <w:kern w:val="24"/>
                <w:sz w:val="18"/>
                <w:szCs w:val="18"/>
              </w:rPr>
              <w:t>protectores de plásticos</w:t>
            </w:r>
            <w:r w:rsidRPr="00651F44">
              <w:rPr>
                <w:rStyle w:val="Textoennegrita"/>
                <w:rFonts w:ascii="Arial" w:eastAsiaTheme="minorHAnsi" w:hAnsi="Arial" w:cs="Arial"/>
                <w:noProof/>
                <w:sz w:val="18"/>
                <w:szCs w:val="18"/>
                <w:shd w:val="clear" w:color="auto" w:fill="FFFFFF"/>
                <w:lang w:eastAsia="en-US"/>
              </w:rPr>
              <w:t>.</w:t>
            </w:r>
          </w:p>
          <w:p w14:paraId="77CFF495" w14:textId="77777777" w:rsidR="00C9660F" w:rsidRPr="00651F44" w:rsidRDefault="00C9660F" w:rsidP="00C9660F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ind w:left="709" w:right="-11" w:hanging="482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651F44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>El documento “Estructura y Orden de las Solicitudes”, es una guía para la presentación de la solicitud, NO es necesario presentar este documento a la ASEA.</w:t>
            </w:r>
          </w:p>
          <w:p w14:paraId="08532B0B" w14:textId="28548314" w:rsidR="00C9660F" w:rsidRPr="00651F44" w:rsidRDefault="00124B90" w:rsidP="00124B90">
            <w:pPr>
              <w:pStyle w:val="NormalWeb"/>
              <w:numPr>
                <w:ilvl w:val="0"/>
                <w:numId w:val="25"/>
              </w:numPr>
              <w:spacing w:before="0" w:beforeAutospacing="0" w:after="120" w:afterAutospacing="0"/>
              <w:ind w:left="709" w:right="-11" w:hanging="482"/>
              <w:jc w:val="both"/>
              <w:textAlignment w:val="center"/>
              <w:rPr>
                <w:rFonts w:ascii="Arial" w:eastAsiaTheme="minorHAnsi" w:hAnsi="Arial" w:cs="Arial"/>
                <w:bCs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651F44">
              <w:rPr>
                <w:rFonts w:ascii="Arial" w:eastAsiaTheme="minorHAnsi" w:hAnsi="Arial" w:cs="Arial"/>
                <w:bCs/>
                <w:noProof/>
                <w:sz w:val="18"/>
                <w:szCs w:val="18"/>
                <w:shd w:val="clear" w:color="auto" w:fill="FFFFFF"/>
                <w:lang w:eastAsia="en-US"/>
              </w:rPr>
              <w:t>Revisar cada requisito establecido en el Capítulo III, De la actualización de la aprobación o autorización, de los Lineamientos de Terceros y en la Convocatoria en lo refrente al personal técnico postulante.</w:t>
            </w:r>
          </w:p>
        </w:tc>
      </w:tr>
    </w:tbl>
    <w:p w14:paraId="399E4E06" w14:textId="6BD39979" w:rsidR="00AE0E59" w:rsidRPr="00651F44" w:rsidRDefault="00AE0E59" w:rsidP="00AE0E59">
      <w:pPr>
        <w:tabs>
          <w:tab w:val="left" w:pos="709"/>
        </w:tabs>
        <w:spacing w:after="0"/>
        <w:jc w:val="both"/>
        <w:rPr>
          <w:rFonts w:ascii="Arial" w:hAnsi="Arial" w:cs="Arial"/>
          <w:sz w:val="18"/>
          <w:szCs w:val="18"/>
        </w:rPr>
      </w:pPr>
    </w:p>
    <w:p w14:paraId="2FB3A195" w14:textId="77777777" w:rsidR="0019005F" w:rsidRPr="00651F44" w:rsidRDefault="0019005F" w:rsidP="00AE0E59">
      <w:pPr>
        <w:tabs>
          <w:tab w:val="left" w:pos="709"/>
        </w:tabs>
        <w:spacing w:after="0"/>
        <w:jc w:val="both"/>
        <w:rPr>
          <w:rFonts w:ascii="Arial" w:hAnsi="Arial" w:cs="Arial"/>
          <w:sz w:val="18"/>
          <w:szCs w:val="18"/>
        </w:rPr>
      </w:pPr>
    </w:p>
    <w:sectPr w:rsidR="0019005F" w:rsidRPr="00651F44" w:rsidSect="004828D5">
      <w:headerReference w:type="default" r:id="rId11"/>
      <w:footerReference w:type="default" r:id="rId12"/>
      <w:pgSz w:w="12240" w:h="15840" w:code="1"/>
      <w:pgMar w:top="1276" w:right="1041" w:bottom="1417" w:left="1276" w:header="709" w:footer="95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949F9" w14:textId="77777777" w:rsidR="0052069B" w:rsidRDefault="0052069B" w:rsidP="00DC0B28">
      <w:pPr>
        <w:spacing w:after="0"/>
      </w:pPr>
      <w:r>
        <w:separator/>
      </w:r>
    </w:p>
  </w:endnote>
  <w:endnote w:type="continuationSeparator" w:id="0">
    <w:p w14:paraId="18C5AE5D" w14:textId="77777777" w:rsidR="0052069B" w:rsidRDefault="0052069B" w:rsidP="00DC0B2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berana Sans Light">
    <w:altName w:val="Calibri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D3119" w14:textId="6C208E11" w:rsidR="00934CD3" w:rsidRDefault="00743952">
    <w:pPr>
      <w:pStyle w:val="Piedepgina"/>
      <w:jc w:val="center"/>
    </w:pPr>
    <w:r w:rsidRPr="00DF68EE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9E4B004" wp14:editId="5A792562">
              <wp:simplePos x="0" y="0"/>
              <wp:positionH relativeFrom="page">
                <wp:posOffset>6321425</wp:posOffset>
              </wp:positionH>
              <wp:positionV relativeFrom="paragraph">
                <wp:posOffset>281305</wp:posOffset>
              </wp:positionV>
              <wp:extent cx="828675" cy="219075"/>
              <wp:effectExtent l="0" t="0" r="0" b="0"/>
              <wp:wrapNone/>
              <wp:docPr id="216" name="Cuadro de texto 2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28675" cy="2190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8CD617A" w14:textId="3CE1A89F" w:rsidR="00DF68EE" w:rsidRPr="0014727C" w:rsidRDefault="00DF68EE" w:rsidP="00743952">
                          <w:pPr>
                            <w:jc w:val="right"/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</w:pPr>
                          <w:r w:rsidRPr="0014727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t xml:space="preserve">Página </w:t>
                          </w:r>
                          <w:r w:rsidRPr="0014727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14727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instrText xml:space="preserve"> PAGE   \* MERGEFORMAT </w:instrText>
                          </w:r>
                          <w:r w:rsidRPr="0014727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separate"/>
                          </w:r>
                          <w:r w:rsidRPr="0014727C">
                            <w:rPr>
                              <w:rFonts w:ascii="Arial" w:hAnsi="Arial" w:cs="Arial"/>
                              <w:noProof/>
                              <w:color w:val="404040" w:themeColor="text1" w:themeTint="BF"/>
                              <w:sz w:val="14"/>
                              <w:szCs w:val="14"/>
                            </w:rPr>
                            <w:t>1</w:t>
                          </w:r>
                          <w:r w:rsidRPr="0014727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end"/>
                          </w:r>
                          <w:r w:rsidRPr="0014727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t xml:space="preserve"> de </w:t>
                          </w:r>
                          <w:r w:rsidRPr="0014727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14727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instrText xml:space="preserve"> SECTIONPAGES   \* MERGEFORMAT </w:instrText>
                          </w:r>
                          <w:r w:rsidRPr="0014727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B65903">
                            <w:rPr>
                              <w:rFonts w:ascii="Arial" w:hAnsi="Arial" w:cs="Arial"/>
                              <w:noProof/>
                              <w:color w:val="404040" w:themeColor="text1" w:themeTint="BF"/>
                              <w:sz w:val="14"/>
                              <w:szCs w:val="14"/>
                            </w:rPr>
                            <w:t>1</w:t>
                          </w:r>
                          <w:r w:rsidRPr="0014727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E4B004" id="_x0000_t202" coordsize="21600,21600" o:spt="202" path="m,l,21600r21600,l21600,xe">
              <v:stroke joinstyle="miter"/>
              <v:path gradientshapeok="t" o:connecttype="rect"/>
            </v:shapetype>
            <v:shape id="Cuadro de texto 216" o:spid="_x0000_s1026" type="#_x0000_t202" style="position:absolute;left:0;text-align:left;margin-left:497.75pt;margin-top:22.15pt;width:65.25pt;height:17.2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" filled="f" stroked="f" strokeweight=".5pt">
              <v:textbox>
                <w:txbxContent>
                  <w:p w14:paraId="58CD617A" w14:textId="3CE1A89F" w:rsidR="00DF68EE" w:rsidRPr="0014727C" w:rsidRDefault="00DF68EE" w:rsidP="00743952">
                    <w:pPr>
                      <w:jc w:val="right"/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</w:pPr>
                    <w:r w:rsidRPr="0014727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t xml:space="preserve">Página </w:t>
                    </w:r>
                    <w:r w:rsidRPr="0014727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fldChar w:fldCharType="begin"/>
                    </w:r>
                    <w:r w:rsidRPr="0014727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instrText xml:space="preserve"> PAGE   \* MERGEFORMAT </w:instrText>
                    </w:r>
                    <w:r w:rsidRPr="0014727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fldChar w:fldCharType="separate"/>
                    </w:r>
                    <w:r w:rsidRPr="0014727C">
                      <w:rPr>
                        <w:rFonts w:ascii="Arial" w:hAnsi="Arial" w:cs="Arial"/>
                        <w:noProof/>
                        <w:color w:val="404040" w:themeColor="text1" w:themeTint="BF"/>
                        <w:sz w:val="14"/>
                        <w:szCs w:val="14"/>
                      </w:rPr>
                      <w:t>1</w:t>
                    </w:r>
                    <w:r w:rsidRPr="0014727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fldChar w:fldCharType="end"/>
                    </w:r>
                    <w:r w:rsidRPr="0014727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t xml:space="preserve"> de </w:t>
                    </w:r>
                    <w:r w:rsidRPr="0014727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fldChar w:fldCharType="begin"/>
                    </w:r>
                    <w:r w:rsidRPr="0014727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instrText xml:space="preserve"> SECTIONPAGES   \* MERGEFORMAT </w:instrText>
                    </w:r>
                    <w:r w:rsidRPr="0014727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fldChar w:fldCharType="separate"/>
                    </w:r>
                    <w:r w:rsidR="00B65903">
                      <w:rPr>
                        <w:rFonts w:ascii="Arial" w:hAnsi="Arial" w:cs="Arial"/>
                        <w:noProof/>
                        <w:color w:val="404040" w:themeColor="text1" w:themeTint="BF"/>
                        <w:sz w:val="14"/>
                        <w:szCs w:val="14"/>
                      </w:rPr>
                      <w:t>1</w:t>
                    </w:r>
                    <w:r w:rsidRPr="0014727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fldChar w:fldCharType="end"/>
                    </w:r>
                  </w:p>
                </w:txbxContent>
              </v:textbox>
              <w10:wrap anchorx="page"/>
            </v:shape>
          </w:pict>
        </mc:Fallback>
      </mc:AlternateContent>
    </w:r>
    <w:sdt>
      <w:sdtPr>
        <w:id w:val="-1428192872"/>
        <w:docPartObj>
          <w:docPartGallery w:val="Page Numbers (Bottom of Page)"/>
          <w:docPartUnique/>
        </w:docPartObj>
      </w:sdtPr>
      <w:sdtEndPr/>
      <w:sdtContent>
        <w:sdt>
          <w:sdtPr>
            <w:id w:val="190496355"/>
            <w:docPartObj>
              <w:docPartGallery w:val="Page Numbers (Top of Page)"/>
              <w:docPartUnique/>
            </w:docPartObj>
          </w:sdtPr>
          <w:sdtEndPr/>
          <w:sdtContent/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4D2349" w14:textId="77777777" w:rsidR="0052069B" w:rsidRDefault="0052069B" w:rsidP="00DC0B28">
      <w:pPr>
        <w:spacing w:after="0"/>
      </w:pPr>
      <w:r>
        <w:separator/>
      </w:r>
    </w:p>
  </w:footnote>
  <w:footnote w:type="continuationSeparator" w:id="0">
    <w:p w14:paraId="2B5A1AB3" w14:textId="77777777" w:rsidR="0052069B" w:rsidRDefault="0052069B" w:rsidP="00DC0B2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923" w:type="dxa"/>
      <w:tblBorders>
        <w:top w:val="single" w:sz="18" w:space="0" w:color="7B7B7B"/>
        <w:left w:val="single" w:sz="18" w:space="0" w:color="7B7B7B"/>
        <w:bottom w:val="single" w:sz="18" w:space="0" w:color="7B7B7B"/>
        <w:right w:val="single" w:sz="18" w:space="0" w:color="7B7B7B"/>
        <w:insideH w:val="single" w:sz="18" w:space="0" w:color="7B7B7B"/>
        <w:insideV w:val="single" w:sz="18" w:space="0" w:color="7B7B7B"/>
      </w:tblBorders>
      <w:tblLook w:val="06A0" w:firstRow="1" w:lastRow="0" w:firstColumn="1" w:lastColumn="0" w:noHBand="1" w:noVBand="1"/>
    </w:tblPr>
    <w:tblGrid>
      <w:gridCol w:w="9923"/>
    </w:tblGrid>
    <w:tr w:rsidR="004A1787" w:rsidRPr="00330177" w14:paraId="6E9C3CB3" w14:textId="77777777" w:rsidTr="004B7008">
      <w:trPr>
        <w:trHeight w:val="68"/>
      </w:trPr>
      <w:tc>
        <w:tcPr>
          <w:tcW w:w="9923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167A585A" w14:textId="27C5D4FF" w:rsidR="004A1787" w:rsidRPr="00330177" w:rsidRDefault="004A1787" w:rsidP="004A1787">
          <w:pPr>
            <w:spacing w:after="0"/>
            <w:ind w:firstLine="4253"/>
            <w:jc w:val="right"/>
            <w:rPr>
              <w:rFonts w:eastAsiaTheme="minorEastAsia"/>
              <w:sz w:val="16"/>
              <w:szCs w:val="16"/>
              <w:lang w:val="es-MX"/>
            </w:rPr>
          </w:pPr>
          <w:r w:rsidRPr="00330177">
            <w:rPr>
              <w:rFonts w:ascii="Arial" w:hAnsi="Arial" w:cs="Arial"/>
              <w:bCs/>
              <w:sz w:val="16"/>
              <w:szCs w:val="16"/>
            </w:rPr>
            <w:t>Fecha de actualización</w:t>
          </w:r>
          <w:r w:rsidR="00906CD2" w:rsidRPr="00330177">
            <w:rPr>
              <w:rFonts w:ascii="Arial" w:hAnsi="Arial" w:cs="Arial"/>
              <w:bCs/>
              <w:sz w:val="16"/>
              <w:szCs w:val="16"/>
            </w:rPr>
            <w:t>:</w:t>
          </w:r>
          <w:r w:rsidRPr="00330177">
            <w:rPr>
              <w:rFonts w:ascii="Arial" w:hAnsi="Arial" w:cs="Arial"/>
              <w:bCs/>
              <w:sz w:val="16"/>
              <w:szCs w:val="16"/>
            </w:rPr>
            <w:t xml:space="preserve"> </w:t>
          </w:r>
          <w:r w:rsidR="003F6C7F">
            <w:rPr>
              <w:rFonts w:ascii="Arial" w:hAnsi="Arial" w:cs="Arial"/>
              <w:bCs/>
              <w:sz w:val="16"/>
              <w:szCs w:val="16"/>
            </w:rPr>
            <w:t>09</w:t>
          </w:r>
          <w:r w:rsidRPr="00330177">
            <w:rPr>
              <w:rFonts w:ascii="Arial" w:hAnsi="Arial" w:cs="Arial"/>
              <w:bCs/>
              <w:sz w:val="16"/>
              <w:szCs w:val="16"/>
            </w:rPr>
            <w:t>/</w:t>
          </w:r>
          <w:r w:rsidR="003F6C7F">
            <w:rPr>
              <w:rFonts w:ascii="Arial" w:hAnsi="Arial" w:cs="Arial"/>
              <w:bCs/>
              <w:sz w:val="16"/>
              <w:szCs w:val="16"/>
            </w:rPr>
            <w:t>1</w:t>
          </w:r>
          <w:r w:rsidRPr="00330177">
            <w:rPr>
              <w:rFonts w:ascii="Arial" w:hAnsi="Arial" w:cs="Arial"/>
              <w:bCs/>
              <w:sz w:val="16"/>
              <w:szCs w:val="16"/>
            </w:rPr>
            <w:t>0/2023</w:t>
          </w:r>
        </w:p>
      </w:tc>
    </w:tr>
  </w:tbl>
  <w:p w14:paraId="6E610E0D" w14:textId="2C6322DF" w:rsidR="00827F6E" w:rsidRPr="00330177" w:rsidRDefault="008C4A3E" w:rsidP="00927802">
    <w:pPr>
      <w:tabs>
        <w:tab w:val="left" w:pos="709"/>
      </w:tabs>
      <w:spacing w:before="120" w:after="0"/>
      <w:jc w:val="center"/>
      <w:rPr>
        <w:rFonts w:ascii="Arial" w:hAnsi="Arial" w:cs="Arial"/>
        <w:b/>
        <w:sz w:val="20"/>
        <w:szCs w:val="20"/>
      </w:rPr>
    </w:pPr>
    <w:r w:rsidRPr="00330177">
      <w:rPr>
        <w:rFonts w:ascii="Arial" w:hAnsi="Arial" w:cs="Arial"/>
        <w:b/>
        <w:sz w:val="20"/>
        <w:szCs w:val="20"/>
      </w:rPr>
      <w:t>ESTRUCTURA Y ORDEN DE LAS SOLICITUDES</w:t>
    </w:r>
    <w:r w:rsidR="00927802">
      <w:rPr>
        <w:rFonts w:ascii="Arial" w:hAnsi="Arial" w:cs="Arial"/>
        <w:b/>
        <w:sz w:val="20"/>
        <w:szCs w:val="20"/>
      </w:rPr>
      <w:t xml:space="preserve"> </w:t>
    </w:r>
    <w:r w:rsidR="00827F6E" w:rsidRPr="00330177">
      <w:rPr>
        <w:rFonts w:ascii="Arial" w:hAnsi="Arial" w:cs="Arial"/>
        <w:b/>
        <w:sz w:val="20"/>
        <w:szCs w:val="20"/>
      </w:rPr>
      <w:t>ACTUALIZACIÓN DE APROBACIÓN</w:t>
    </w:r>
  </w:p>
  <w:p w14:paraId="1503ED02" w14:textId="621907D1" w:rsidR="00934CD3" w:rsidRPr="00330177" w:rsidRDefault="00934CD3" w:rsidP="007B7394">
    <w:pPr>
      <w:pStyle w:val="Encabezado"/>
      <w:tabs>
        <w:tab w:val="clear" w:pos="8504"/>
        <w:tab w:val="right" w:pos="8789"/>
      </w:tabs>
      <w:ind w:left="-1701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125DC"/>
    <w:multiLevelType w:val="hybridMultilevel"/>
    <w:tmpl w:val="1644B570"/>
    <w:lvl w:ilvl="0" w:tplc="33BE5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D4339"/>
    <w:multiLevelType w:val="hybridMultilevel"/>
    <w:tmpl w:val="272AF3B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36D37"/>
    <w:multiLevelType w:val="hybridMultilevel"/>
    <w:tmpl w:val="5C3609F4"/>
    <w:lvl w:ilvl="0" w:tplc="080A0017">
      <w:start w:val="1"/>
      <w:numFmt w:val="lowerLetter"/>
      <w:lvlText w:val="%1)"/>
      <w:lvlJc w:val="left"/>
      <w:pPr>
        <w:ind w:left="809" w:hanging="360"/>
      </w:pPr>
    </w:lvl>
    <w:lvl w:ilvl="1" w:tplc="080A0019" w:tentative="1">
      <w:start w:val="1"/>
      <w:numFmt w:val="lowerLetter"/>
      <w:lvlText w:val="%2."/>
      <w:lvlJc w:val="left"/>
      <w:pPr>
        <w:ind w:left="1529" w:hanging="360"/>
      </w:pPr>
    </w:lvl>
    <w:lvl w:ilvl="2" w:tplc="080A001B" w:tentative="1">
      <w:start w:val="1"/>
      <w:numFmt w:val="lowerRoman"/>
      <w:lvlText w:val="%3."/>
      <w:lvlJc w:val="right"/>
      <w:pPr>
        <w:ind w:left="2249" w:hanging="180"/>
      </w:pPr>
    </w:lvl>
    <w:lvl w:ilvl="3" w:tplc="080A000F" w:tentative="1">
      <w:start w:val="1"/>
      <w:numFmt w:val="decimal"/>
      <w:lvlText w:val="%4."/>
      <w:lvlJc w:val="left"/>
      <w:pPr>
        <w:ind w:left="2969" w:hanging="360"/>
      </w:pPr>
    </w:lvl>
    <w:lvl w:ilvl="4" w:tplc="080A0019" w:tentative="1">
      <w:start w:val="1"/>
      <w:numFmt w:val="lowerLetter"/>
      <w:lvlText w:val="%5."/>
      <w:lvlJc w:val="left"/>
      <w:pPr>
        <w:ind w:left="3689" w:hanging="360"/>
      </w:pPr>
    </w:lvl>
    <w:lvl w:ilvl="5" w:tplc="080A001B" w:tentative="1">
      <w:start w:val="1"/>
      <w:numFmt w:val="lowerRoman"/>
      <w:lvlText w:val="%6."/>
      <w:lvlJc w:val="right"/>
      <w:pPr>
        <w:ind w:left="4409" w:hanging="180"/>
      </w:pPr>
    </w:lvl>
    <w:lvl w:ilvl="6" w:tplc="080A000F" w:tentative="1">
      <w:start w:val="1"/>
      <w:numFmt w:val="decimal"/>
      <w:lvlText w:val="%7."/>
      <w:lvlJc w:val="left"/>
      <w:pPr>
        <w:ind w:left="5129" w:hanging="360"/>
      </w:pPr>
    </w:lvl>
    <w:lvl w:ilvl="7" w:tplc="080A0019" w:tentative="1">
      <w:start w:val="1"/>
      <w:numFmt w:val="lowerLetter"/>
      <w:lvlText w:val="%8."/>
      <w:lvlJc w:val="left"/>
      <w:pPr>
        <w:ind w:left="5849" w:hanging="360"/>
      </w:pPr>
    </w:lvl>
    <w:lvl w:ilvl="8" w:tplc="080A001B" w:tentative="1">
      <w:start w:val="1"/>
      <w:numFmt w:val="lowerRoman"/>
      <w:lvlText w:val="%9."/>
      <w:lvlJc w:val="right"/>
      <w:pPr>
        <w:ind w:left="6569" w:hanging="180"/>
      </w:pPr>
    </w:lvl>
  </w:abstractNum>
  <w:abstractNum w:abstractNumId="3" w15:restartNumberingAfterBreak="0">
    <w:nsid w:val="0F2128AB"/>
    <w:multiLevelType w:val="hybridMultilevel"/>
    <w:tmpl w:val="33E2B0AC"/>
    <w:lvl w:ilvl="0" w:tplc="60D671B0">
      <w:start w:val="1"/>
      <w:numFmt w:val="lowerLetter"/>
      <w:lvlText w:val="%1."/>
      <w:lvlJc w:val="left"/>
      <w:pPr>
        <w:ind w:left="720" w:hanging="360"/>
      </w:pPr>
      <w:rPr>
        <w:rFonts w:ascii="Soberana Sans Light" w:eastAsiaTheme="minorHAnsi" w:hAnsi="Soberana Sans Light" w:cs="Aria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855FBB"/>
    <w:multiLevelType w:val="hybridMultilevel"/>
    <w:tmpl w:val="4FBA2B56"/>
    <w:lvl w:ilvl="0" w:tplc="4A54F6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69B689A"/>
    <w:multiLevelType w:val="hybridMultilevel"/>
    <w:tmpl w:val="633453E0"/>
    <w:lvl w:ilvl="0" w:tplc="FD52B7D8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E61C88"/>
    <w:multiLevelType w:val="hybridMultilevel"/>
    <w:tmpl w:val="78B2C7C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CE56C1"/>
    <w:multiLevelType w:val="hybridMultilevel"/>
    <w:tmpl w:val="025846C8"/>
    <w:lvl w:ilvl="0" w:tplc="080A0019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7030CC"/>
    <w:multiLevelType w:val="hybridMultilevel"/>
    <w:tmpl w:val="8ECCD406"/>
    <w:lvl w:ilvl="0" w:tplc="4BCE8FC8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AD77AA"/>
    <w:multiLevelType w:val="hybridMultilevel"/>
    <w:tmpl w:val="3B544EFA"/>
    <w:lvl w:ilvl="0" w:tplc="97B2323A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0F1851"/>
    <w:multiLevelType w:val="hybridMultilevel"/>
    <w:tmpl w:val="57BE6C22"/>
    <w:lvl w:ilvl="0" w:tplc="7A84AC3E">
      <w:start w:val="3"/>
      <w:numFmt w:val="bullet"/>
      <w:lvlText w:val=""/>
      <w:lvlJc w:val="left"/>
      <w:pPr>
        <w:ind w:left="445" w:hanging="360"/>
      </w:pPr>
      <w:rPr>
        <w:rFonts w:ascii="Symbol" w:eastAsiaTheme="minorEastAsia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1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6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3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205" w:hanging="360"/>
      </w:pPr>
      <w:rPr>
        <w:rFonts w:ascii="Wingdings" w:hAnsi="Wingdings" w:hint="default"/>
      </w:rPr>
    </w:lvl>
  </w:abstractNum>
  <w:abstractNum w:abstractNumId="11" w15:restartNumberingAfterBreak="0">
    <w:nsid w:val="39872DB6"/>
    <w:multiLevelType w:val="hybridMultilevel"/>
    <w:tmpl w:val="545010A2"/>
    <w:lvl w:ilvl="0" w:tplc="FCA4E8A2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31450D"/>
    <w:multiLevelType w:val="hybridMultilevel"/>
    <w:tmpl w:val="1644B570"/>
    <w:lvl w:ilvl="0" w:tplc="33BE5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A5361C"/>
    <w:multiLevelType w:val="hybridMultilevel"/>
    <w:tmpl w:val="ED8C990A"/>
    <w:lvl w:ilvl="0" w:tplc="ABC654A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041A5A"/>
    <w:multiLevelType w:val="hybridMultilevel"/>
    <w:tmpl w:val="37BEDACE"/>
    <w:lvl w:ilvl="0" w:tplc="70C4B3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E073CB"/>
    <w:multiLevelType w:val="hybridMultilevel"/>
    <w:tmpl w:val="6B42342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890BDE"/>
    <w:multiLevelType w:val="hybridMultilevel"/>
    <w:tmpl w:val="A45CEDC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1051FB"/>
    <w:multiLevelType w:val="hybridMultilevel"/>
    <w:tmpl w:val="4FBA2B56"/>
    <w:lvl w:ilvl="0" w:tplc="4A54F6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0195790"/>
    <w:multiLevelType w:val="hybridMultilevel"/>
    <w:tmpl w:val="CEB48186"/>
    <w:lvl w:ilvl="0" w:tplc="29B8F8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DA57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C225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F0BC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925B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C0015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76D4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D0E3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A28A1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689A1960"/>
    <w:multiLevelType w:val="hybridMultilevel"/>
    <w:tmpl w:val="A42222F0"/>
    <w:lvl w:ilvl="0" w:tplc="A808DFF6"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F84500"/>
    <w:multiLevelType w:val="hybridMultilevel"/>
    <w:tmpl w:val="A45CEDC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CB195E"/>
    <w:multiLevelType w:val="hybridMultilevel"/>
    <w:tmpl w:val="2C2AB84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8D4067"/>
    <w:multiLevelType w:val="hybridMultilevel"/>
    <w:tmpl w:val="F3B06D56"/>
    <w:lvl w:ilvl="0" w:tplc="080A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3" w15:restartNumberingAfterBreak="0">
    <w:nsid w:val="751F6EA1"/>
    <w:multiLevelType w:val="hybridMultilevel"/>
    <w:tmpl w:val="BAE0C24C"/>
    <w:lvl w:ilvl="0" w:tplc="080A0017">
      <w:start w:val="1"/>
      <w:numFmt w:val="lowerLetter"/>
      <w:lvlText w:val="%1)"/>
      <w:lvlJc w:val="left"/>
      <w:pPr>
        <w:ind w:left="947" w:hanging="360"/>
      </w:pPr>
    </w:lvl>
    <w:lvl w:ilvl="1" w:tplc="080A0019">
      <w:start w:val="1"/>
      <w:numFmt w:val="lowerLetter"/>
      <w:lvlText w:val="%2."/>
      <w:lvlJc w:val="left"/>
      <w:pPr>
        <w:ind w:left="1667" w:hanging="360"/>
      </w:pPr>
    </w:lvl>
    <w:lvl w:ilvl="2" w:tplc="080A001B">
      <w:start w:val="1"/>
      <w:numFmt w:val="lowerRoman"/>
      <w:lvlText w:val="%3."/>
      <w:lvlJc w:val="right"/>
      <w:pPr>
        <w:ind w:left="2387" w:hanging="180"/>
      </w:pPr>
    </w:lvl>
    <w:lvl w:ilvl="3" w:tplc="080A000F">
      <w:start w:val="1"/>
      <w:numFmt w:val="decimal"/>
      <w:lvlText w:val="%4."/>
      <w:lvlJc w:val="left"/>
      <w:pPr>
        <w:ind w:left="3107" w:hanging="360"/>
      </w:pPr>
    </w:lvl>
    <w:lvl w:ilvl="4" w:tplc="080A0019">
      <w:start w:val="1"/>
      <w:numFmt w:val="lowerLetter"/>
      <w:lvlText w:val="%5."/>
      <w:lvlJc w:val="left"/>
      <w:pPr>
        <w:ind w:left="3827" w:hanging="360"/>
      </w:pPr>
    </w:lvl>
    <w:lvl w:ilvl="5" w:tplc="080A001B">
      <w:start w:val="1"/>
      <w:numFmt w:val="lowerRoman"/>
      <w:lvlText w:val="%6."/>
      <w:lvlJc w:val="right"/>
      <w:pPr>
        <w:ind w:left="4547" w:hanging="180"/>
      </w:pPr>
    </w:lvl>
    <w:lvl w:ilvl="6" w:tplc="080A000F">
      <w:start w:val="1"/>
      <w:numFmt w:val="decimal"/>
      <w:lvlText w:val="%7."/>
      <w:lvlJc w:val="left"/>
      <w:pPr>
        <w:ind w:left="5267" w:hanging="360"/>
      </w:pPr>
    </w:lvl>
    <w:lvl w:ilvl="7" w:tplc="080A0019">
      <w:start w:val="1"/>
      <w:numFmt w:val="lowerLetter"/>
      <w:lvlText w:val="%8."/>
      <w:lvlJc w:val="left"/>
      <w:pPr>
        <w:ind w:left="5987" w:hanging="360"/>
      </w:pPr>
    </w:lvl>
    <w:lvl w:ilvl="8" w:tplc="080A001B">
      <w:start w:val="1"/>
      <w:numFmt w:val="lowerRoman"/>
      <w:lvlText w:val="%9."/>
      <w:lvlJc w:val="right"/>
      <w:pPr>
        <w:ind w:left="6707" w:hanging="180"/>
      </w:pPr>
    </w:lvl>
  </w:abstractNum>
  <w:abstractNum w:abstractNumId="24" w15:restartNumberingAfterBreak="0">
    <w:nsid w:val="77A421B5"/>
    <w:multiLevelType w:val="hybridMultilevel"/>
    <w:tmpl w:val="BA2A761A"/>
    <w:lvl w:ilvl="0" w:tplc="9740D958">
      <w:start w:val="3"/>
      <w:numFmt w:val="bullet"/>
      <w:lvlText w:val=""/>
      <w:lvlJc w:val="left"/>
      <w:pPr>
        <w:ind w:left="445" w:hanging="360"/>
      </w:pPr>
      <w:rPr>
        <w:rFonts w:ascii="Symbol" w:eastAsiaTheme="minorEastAsia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1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6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3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205" w:hanging="360"/>
      </w:pPr>
      <w:rPr>
        <w:rFonts w:ascii="Wingdings" w:hAnsi="Wingdings" w:hint="default"/>
      </w:rPr>
    </w:lvl>
  </w:abstractNum>
  <w:abstractNum w:abstractNumId="25" w15:restartNumberingAfterBreak="0">
    <w:nsid w:val="7B775BC3"/>
    <w:multiLevelType w:val="hybridMultilevel"/>
    <w:tmpl w:val="D5A80966"/>
    <w:lvl w:ilvl="0" w:tplc="0B10C9A2">
      <w:start w:val="1"/>
      <w:numFmt w:val="lowerLetter"/>
      <w:lvlText w:val="%1)"/>
      <w:lvlJc w:val="left"/>
      <w:pPr>
        <w:ind w:left="707" w:hanging="48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07" w:hanging="360"/>
      </w:pPr>
    </w:lvl>
    <w:lvl w:ilvl="2" w:tplc="080A001B" w:tentative="1">
      <w:start w:val="1"/>
      <w:numFmt w:val="lowerRoman"/>
      <w:lvlText w:val="%3."/>
      <w:lvlJc w:val="right"/>
      <w:pPr>
        <w:ind w:left="2027" w:hanging="180"/>
      </w:pPr>
    </w:lvl>
    <w:lvl w:ilvl="3" w:tplc="080A000F" w:tentative="1">
      <w:start w:val="1"/>
      <w:numFmt w:val="decimal"/>
      <w:lvlText w:val="%4."/>
      <w:lvlJc w:val="left"/>
      <w:pPr>
        <w:ind w:left="2747" w:hanging="360"/>
      </w:pPr>
    </w:lvl>
    <w:lvl w:ilvl="4" w:tplc="080A0019" w:tentative="1">
      <w:start w:val="1"/>
      <w:numFmt w:val="lowerLetter"/>
      <w:lvlText w:val="%5."/>
      <w:lvlJc w:val="left"/>
      <w:pPr>
        <w:ind w:left="3467" w:hanging="360"/>
      </w:pPr>
    </w:lvl>
    <w:lvl w:ilvl="5" w:tplc="080A001B" w:tentative="1">
      <w:start w:val="1"/>
      <w:numFmt w:val="lowerRoman"/>
      <w:lvlText w:val="%6."/>
      <w:lvlJc w:val="right"/>
      <w:pPr>
        <w:ind w:left="4187" w:hanging="180"/>
      </w:pPr>
    </w:lvl>
    <w:lvl w:ilvl="6" w:tplc="080A000F" w:tentative="1">
      <w:start w:val="1"/>
      <w:numFmt w:val="decimal"/>
      <w:lvlText w:val="%7."/>
      <w:lvlJc w:val="left"/>
      <w:pPr>
        <w:ind w:left="4907" w:hanging="360"/>
      </w:pPr>
    </w:lvl>
    <w:lvl w:ilvl="7" w:tplc="080A0019" w:tentative="1">
      <w:start w:val="1"/>
      <w:numFmt w:val="lowerLetter"/>
      <w:lvlText w:val="%8."/>
      <w:lvlJc w:val="left"/>
      <w:pPr>
        <w:ind w:left="5627" w:hanging="360"/>
      </w:pPr>
    </w:lvl>
    <w:lvl w:ilvl="8" w:tplc="080A001B" w:tentative="1">
      <w:start w:val="1"/>
      <w:numFmt w:val="lowerRoman"/>
      <w:lvlText w:val="%9."/>
      <w:lvlJc w:val="right"/>
      <w:pPr>
        <w:ind w:left="6347" w:hanging="180"/>
      </w:pPr>
    </w:lvl>
  </w:abstractNum>
  <w:num w:numId="1" w16cid:durableId="2110152203">
    <w:abstractNumId w:val="19"/>
  </w:num>
  <w:num w:numId="2" w16cid:durableId="1118992582">
    <w:abstractNumId w:val="0"/>
  </w:num>
  <w:num w:numId="3" w16cid:durableId="59330060">
    <w:abstractNumId w:val="9"/>
  </w:num>
  <w:num w:numId="4" w16cid:durableId="1131823997">
    <w:abstractNumId w:val="11"/>
  </w:num>
  <w:num w:numId="5" w16cid:durableId="2054692329">
    <w:abstractNumId w:val="8"/>
  </w:num>
  <w:num w:numId="6" w16cid:durableId="270556967">
    <w:abstractNumId w:val="4"/>
  </w:num>
  <w:num w:numId="7" w16cid:durableId="1433359435">
    <w:abstractNumId w:val="1"/>
  </w:num>
  <w:num w:numId="8" w16cid:durableId="262417702">
    <w:abstractNumId w:val="17"/>
  </w:num>
  <w:num w:numId="9" w16cid:durableId="1669869298">
    <w:abstractNumId w:val="12"/>
  </w:num>
  <w:num w:numId="10" w16cid:durableId="143166170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62351706">
    <w:abstractNumId w:val="13"/>
  </w:num>
  <w:num w:numId="12" w16cid:durableId="914775712">
    <w:abstractNumId w:val="14"/>
  </w:num>
  <w:num w:numId="13" w16cid:durableId="202715197">
    <w:abstractNumId w:val="22"/>
  </w:num>
  <w:num w:numId="14" w16cid:durableId="10204709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972021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21017508">
    <w:abstractNumId w:val="20"/>
  </w:num>
  <w:num w:numId="17" w16cid:durableId="904877151">
    <w:abstractNumId w:val="21"/>
  </w:num>
  <w:num w:numId="18" w16cid:durableId="1181703435">
    <w:abstractNumId w:val="16"/>
  </w:num>
  <w:num w:numId="19" w16cid:durableId="1487169411">
    <w:abstractNumId w:val="18"/>
  </w:num>
  <w:num w:numId="20" w16cid:durableId="443576032">
    <w:abstractNumId w:val="10"/>
  </w:num>
  <w:num w:numId="21" w16cid:durableId="336805511">
    <w:abstractNumId w:val="24"/>
  </w:num>
  <w:num w:numId="22" w16cid:durableId="788161734">
    <w:abstractNumId w:val="15"/>
  </w:num>
  <w:num w:numId="23" w16cid:durableId="1852526766">
    <w:abstractNumId w:val="10"/>
  </w:num>
  <w:num w:numId="24" w16cid:durableId="120444205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72271517">
    <w:abstractNumId w:val="25"/>
  </w:num>
  <w:num w:numId="26" w16cid:durableId="152649029">
    <w:abstractNumId w:val="7"/>
  </w:num>
  <w:num w:numId="27" w16cid:durableId="1866825650">
    <w:abstractNumId w:val="23"/>
  </w:num>
  <w:num w:numId="28" w16cid:durableId="4611954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B4B"/>
    <w:rsid w:val="00001679"/>
    <w:rsid w:val="00007D18"/>
    <w:rsid w:val="0001268E"/>
    <w:rsid w:val="000127C7"/>
    <w:rsid w:val="00013F4C"/>
    <w:rsid w:val="00016749"/>
    <w:rsid w:val="00016BB5"/>
    <w:rsid w:val="00020FEF"/>
    <w:rsid w:val="00023500"/>
    <w:rsid w:val="0002575C"/>
    <w:rsid w:val="00025DDA"/>
    <w:rsid w:val="00027B5A"/>
    <w:rsid w:val="000321AF"/>
    <w:rsid w:val="00033112"/>
    <w:rsid w:val="0003487C"/>
    <w:rsid w:val="00037F1E"/>
    <w:rsid w:val="00045E25"/>
    <w:rsid w:val="000502AD"/>
    <w:rsid w:val="00051045"/>
    <w:rsid w:val="00051E5B"/>
    <w:rsid w:val="0006137C"/>
    <w:rsid w:val="000620D4"/>
    <w:rsid w:val="00066D60"/>
    <w:rsid w:val="00073B64"/>
    <w:rsid w:val="00073D83"/>
    <w:rsid w:val="00074372"/>
    <w:rsid w:val="00074D8E"/>
    <w:rsid w:val="000777C2"/>
    <w:rsid w:val="00080B9D"/>
    <w:rsid w:val="00081C54"/>
    <w:rsid w:val="00081EBB"/>
    <w:rsid w:val="000869E6"/>
    <w:rsid w:val="00092E3A"/>
    <w:rsid w:val="000937EB"/>
    <w:rsid w:val="000955E2"/>
    <w:rsid w:val="00095A67"/>
    <w:rsid w:val="000A24DF"/>
    <w:rsid w:val="000A5BE4"/>
    <w:rsid w:val="000B08DF"/>
    <w:rsid w:val="000B0D83"/>
    <w:rsid w:val="000B13CD"/>
    <w:rsid w:val="000B56AF"/>
    <w:rsid w:val="000B6F41"/>
    <w:rsid w:val="000B7CAD"/>
    <w:rsid w:val="000C0256"/>
    <w:rsid w:val="000C1F98"/>
    <w:rsid w:val="000C223F"/>
    <w:rsid w:val="000C5D2F"/>
    <w:rsid w:val="000C7056"/>
    <w:rsid w:val="000C7FA9"/>
    <w:rsid w:val="000D03C0"/>
    <w:rsid w:val="000D0DD5"/>
    <w:rsid w:val="000D5093"/>
    <w:rsid w:val="000D57CF"/>
    <w:rsid w:val="000D6B16"/>
    <w:rsid w:val="000D6D59"/>
    <w:rsid w:val="000E2D9B"/>
    <w:rsid w:val="000E60D0"/>
    <w:rsid w:val="000E7B4B"/>
    <w:rsid w:val="000E7D44"/>
    <w:rsid w:val="000F174A"/>
    <w:rsid w:val="000F3B3C"/>
    <w:rsid w:val="000F641E"/>
    <w:rsid w:val="000F7540"/>
    <w:rsid w:val="000F7E32"/>
    <w:rsid w:val="00100B45"/>
    <w:rsid w:val="001039F4"/>
    <w:rsid w:val="00105A9F"/>
    <w:rsid w:val="00106E17"/>
    <w:rsid w:val="00107561"/>
    <w:rsid w:val="001117C1"/>
    <w:rsid w:val="0011190B"/>
    <w:rsid w:val="00113928"/>
    <w:rsid w:val="001168E8"/>
    <w:rsid w:val="00121595"/>
    <w:rsid w:val="001222E5"/>
    <w:rsid w:val="001223CD"/>
    <w:rsid w:val="00122496"/>
    <w:rsid w:val="00124B90"/>
    <w:rsid w:val="00125CCD"/>
    <w:rsid w:val="00133B82"/>
    <w:rsid w:val="001340C4"/>
    <w:rsid w:val="00135553"/>
    <w:rsid w:val="00135601"/>
    <w:rsid w:val="001356D9"/>
    <w:rsid w:val="00135D05"/>
    <w:rsid w:val="00136272"/>
    <w:rsid w:val="001367AE"/>
    <w:rsid w:val="00141F1B"/>
    <w:rsid w:val="00142BCD"/>
    <w:rsid w:val="00144FC9"/>
    <w:rsid w:val="0014712D"/>
    <w:rsid w:val="0014727C"/>
    <w:rsid w:val="00150B78"/>
    <w:rsid w:val="00151F26"/>
    <w:rsid w:val="001531F1"/>
    <w:rsid w:val="00155C1C"/>
    <w:rsid w:val="001568A4"/>
    <w:rsid w:val="001619AA"/>
    <w:rsid w:val="00162004"/>
    <w:rsid w:val="0016256A"/>
    <w:rsid w:val="0016324F"/>
    <w:rsid w:val="0017045D"/>
    <w:rsid w:val="001722C0"/>
    <w:rsid w:val="00172528"/>
    <w:rsid w:val="001748B4"/>
    <w:rsid w:val="00177624"/>
    <w:rsid w:val="00180D1A"/>
    <w:rsid w:val="00181227"/>
    <w:rsid w:val="00181936"/>
    <w:rsid w:val="001865FD"/>
    <w:rsid w:val="0019005F"/>
    <w:rsid w:val="001926FA"/>
    <w:rsid w:val="00197092"/>
    <w:rsid w:val="001971CB"/>
    <w:rsid w:val="001A097E"/>
    <w:rsid w:val="001A3149"/>
    <w:rsid w:val="001A77D6"/>
    <w:rsid w:val="001B068B"/>
    <w:rsid w:val="001B0D00"/>
    <w:rsid w:val="001B7488"/>
    <w:rsid w:val="001B7E8C"/>
    <w:rsid w:val="001C2F9F"/>
    <w:rsid w:val="001C3BEC"/>
    <w:rsid w:val="001C7D38"/>
    <w:rsid w:val="001D0327"/>
    <w:rsid w:val="001E1C58"/>
    <w:rsid w:val="001E2057"/>
    <w:rsid w:val="001E2BEB"/>
    <w:rsid w:val="001E56E2"/>
    <w:rsid w:val="001F3279"/>
    <w:rsid w:val="001F3A73"/>
    <w:rsid w:val="001F6876"/>
    <w:rsid w:val="001F6DEA"/>
    <w:rsid w:val="00202054"/>
    <w:rsid w:val="0020652E"/>
    <w:rsid w:val="00212641"/>
    <w:rsid w:val="002135DD"/>
    <w:rsid w:val="00220772"/>
    <w:rsid w:val="00220982"/>
    <w:rsid w:val="00221FAE"/>
    <w:rsid w:val="00222CC5"/>
    <w:rsid w:val="002240DC"/>
    <w:rsid w:val="00224337"/>
    <w:rsid w:val="002350F0"/>
    <w:rsid w:val="00235FF4"/>
    <w:rsid w:val="00237F79"/>
    <w:rsid w:val="002442BC"/>
    <w:rsid w:val="002460EB"/>
    <w:rsid w:val="00246BC9"/>
    <w:rsid w:val="00247529"/>
    <w:rsid w:val="00250F7E"/>
    <w:rsid w:val="002543AC"/>
    <w:rsid w:val="002624EF"/>
    <w:rsid w:val="00266DF8"/>
    <w:rsid w:val="00270302"/>
    <w:rsid w:val="00280D97"/>
    <w:rsid w:val="00280DF6"/>
    <w:rsid w:val="0028177C"/>
    <w:rsid w:val="00283420"/>
    <w:rsid w:val="0029040A"/>
    <w:rsid w:val="00290B7A"/>
    <w:rsid w:val="00291DF4"/>
    <w:rsid w:val="00292841"/>
    <w:rsid w:val="00292AAF"/>
    <w:rsid w:val="00294B3A"/>
    <w:rsid w:val="00295402"/>
    <w:rsid w:val="00296540"/>
    <w:rsid w:val="00296CEA"/>
    <w:rsid w:val="002A20B2"/>
    <w:rsid w:val="002A3103"/>
    <w:rsid w:val="002A51C2"/>
    <w:rsid w:val="002B32EA"/>
    <w:rsid w:val="002B7A74"/>
    <w:rsid w:val="002C1618"/>
    <w:rsid w:val="002C27C0"/>
    <w:rsid w:val="002C2F40"/>
    <w:rsid w:val="002D0B5E"/>
    <w:rsid w:val="002D1A2A"/>
    <w:rsid w:val="002D3966"/>
    <w:rsid w:val="002D5C28"/>
    <w:rsid w:val="002D74AC"/>
    <w:rsid w:val="002E05BC"/>
    <w:rsid w:val="002E0D94"/>
    <w:rsid w:val="002F297F"/>
    <w:rsid w:val="002F54B8"/>
    <w:rsid w:val="002F5639"/>
    <w:rsid w:val="002F7CEA"/>
    <w:rsid w:val="00302816"/>
    <w:rsid w:val="003034E2"/>
    <w:rsid w:val="003043FA"/>
    <w:rsid w:val="0030457B"/>
    <w:rsid w:val="003050BD"/>
    <w:rsid w:val="0030680C"/>
    <w:rsid w:val="00307DC9"/>
    <w:rsid w:val="00312592"/>
    <w:rsid w:val="00313F08"/>
    <w:rsid w:val="00316597"/>
    <w:rsid w:val="00321700"/>
    <w:rsid w:val="003224F1"/>
    <w:rsid w:val="00325641"/>
    <w:rsid w:val="00325CDB"/>
    <w:rsid w:val="00330177"/>
    <w:rsid w:val="003316C6"/>
    <w:rsid w:val="0033396B"/>
    <w:rsid w:val="00337778"/>
    <w:rsid w:val="00341BCA"/>
    <w:rsid w:val="00343514"/>
    <w:rsid w:val="00343E5C"/>
    <w:rsid w:val="00345EB4"/>
    <w:rsid w:val="0034750B"/>
    <w:rsid w:val="00355C38"/>
    <w:rsid w:val="00355E24"/>
    <w:rsid w:val="00357ABA"/>
    <w:rsid w:val="00364941"/>
    <w:rsid w:val="00364AB5"/>
    <w:rsid w:val="00370F7D"/>
    <w:rsid w:val="0037173E"/>
    <w:rsid w:val="00373594"/>
    <w:rsid w:val="00380D16"/>
    <w:rsid w:val="00386454"/>
    <w:rsid w:val="00390695"/>
    <w:rsid w:val="00392A64"/>
    <w:rsid w:val="00393263"/>
    <w:rsid w:val="003941A3"/>
    <w:rsid w:val="00395A4D"/>
    <w:rsid w:val="003966CC"/>
    <w:rsid w:val="00396822"/>
    <w:rsid w:val="003A35FE"/>
    <w:rsid w:val="003A4E58"/>
    <w:rsid w:val="003A5106"/>
    <w:rsid w:val="003B18BC"/>
    <w:rsid w:val="003B1B78"/>
    <w:rsid w:val="003B2451"/>
    <w:rsid w:val="003B3B58"/>
    <w:rsid w:val="003C2623"/>
    <w:rsid w:val="003C5D96"/>
    <w:rsid w:val="003C77E9"/>
    <w:rsid w:val="003D13C3"/>
    <w:rsid w:val="003D539D"/>
    <w:rsid w:val="003E05BB"/>
    <w:rsid w:val="003E06D1"/>
    <w:rsid w:val="003E10B3"/>
    <w:rsid w:val="003E2717"/>
    <w:rsid w:val="003F4D26"/>
    <w:rsid w:val="003F4FAF"/>
    <w:rsid w:val="003F6C7F"/>
    <w:rsid w:val="00400D4F"/>
    <w:rsid w:val="00400F33"/>
    <w:rsid w:val="00402459"/>
    <w:rsid w:val="00405540"/>
    <w:rsid w:val="00410F99"/>
    <w:rsid w:val="00415839"/>
    <w:rsid w:val="00421F4D"/>
    <w:rsid w:val="00426428"/>
    <w:rsid w:val="004274B3"/>
    <w:rsid w:val="0043026B"/>
    <w:rsid w:val="00430D50"/>
    <w:rsid w:val="00431EBD"/>
    <w:rsid w:val="00433085"/>
    <w:rsid w:val="00433CE4"/>
    <w:rsid w:val="00434783"/>
    <w:rsid w:val="0043518E"/>
    <w:rsid w:val="00436BAB"/>
    <w:rsid w:val="00441ADD"/>
    <w:rsid w:val="00446736"/>
    <w:rsid w:val="004469C3"/>
    <w:rsid w:val="00452F6B"/>
    <w:rsid w:val="0045480B"/>
    <w:rsid w:val="00457B4E"/>
    <w:rsid w:val="0046163B"/>
    <w:rsid w:val="00462618"/>
    <w:rsid w:val="00470D0F"/>
    <w:rsid w:val="0048029B"/>
    <w:rsid w:val="00480C04"/>
    <w:rsid w:val="00482342"/>
    <w:rsid w:val="004828D5"/>
    <w:rsid w:val="004846D4"/>
    <w:rsid w:val="0048510F"/>
    <w:rsid w:val="00486225"/>
    <w:rsid w:val="0049035C"/>
    <w:rsid w:val="00490EDE"/>
    <w:rsid w:val="00495C07"/>
    <w:rsid w:val="004A0630"/>
    <w:rsid w:val="004A12A8"/>
    <w:rsid w:val="004A1787"/>
    <w:rsid w:val="004A1F4A"/>
    <w:rsid w:val="004A4395"/>
    <w:rsid w:val="004A6DD0"/>
    <w:rsid w:val="004B5763"/>
    <w:rsid w:val="004B5D00"/>
    <w:rsid w:val="004D0788"/>
    <w:rsid w:val="004D4F10"/>
    <w:rsid w:val="004D68DB"/>
    <w:rsid w:val="004E0F7B"/>
    <w:rsid w:val="004E15AE"/>
    <w:rsid w:val="004E3E6B"/>
    <w:rsid w:val="004E739F"/>
    <w:rsid w:val="004F15CE"/>
    <w:rsid w:val="004F32F4"/>
    <w:rsid w:val="004F4691"/>
    <w:rsid w:val="004F5B50"/>
    <w:rsid w:val="004F6D21"/>
    <w:rsid w:val="00500125"/>
    <w:rsid w:val="00505CA6"/>
    <w:rsid w:val="00507A85"/>
    <w:rsid w:val="00510768"/>
    <w:rsid w:val="00512D35"/>
    <w:rsid w:val="00512D6F"/>
    <w:rsid w:val="00513D45"/>
    <w:rsid w:val="00516DCD"/>
    <w:rsid w:val="0052069B"/>
    <w:rsid w:val="00520BBD"/>
    <w:rsid w:val="00523021"/>
    <w:rsid w:val="005271D2"/>
    <w:rsid w:val="005276EB"/>
    <w:rsid w:val="0053273B"/>
    <w:rsid w:val="00533BDE"/>
    <w:rsid w:val="005347DC"/>
    <w:rsid w:val="00536239"/>
    <w:rsid w:val="00537A45"/>
    <w:rsid w:val="00540139"/>
    <w:rsid w:val="0054680B"/>
    <w:rsid w:val="005508F8"/>
    <w:rsid w:val="00553417"/>
    <w:rsid w:val="005551B7"/>
    <w:rsid w:val="00560F8F"/>
    <w:rsid w:val="00561122"/>
    <w:rsid w:val="00564432"/>
    <w:rsid w:val="005674C4"/>
    <w:rsid w:val="0058168B"/>
    <w:rsid w:val="005830E8"/>
    <w:rsid w:val="005860E5"/>
    <w:rsid w:val="00586EC6"/>
    <w:rsid w:val="00593F3E"/>
    <w:rsid w:val="005A0BBD"/>
    <w:rsid w:val="005A2882"/>
    <w:rsid w:val="005A4BEB"/>
    <w:rsid w:val="005A5397"/>
    <w:rsid w:val="005A6C5D"/>
    <w:rsid w:val="005B3964"/>
    <w:rsid w:val="005C1D03"/>
    <w:rsid w:val="005C1FA1"/>
    <w:rsid w:val="005D1320"/>
    <w:rsid w:val="005D21B4"/>
    <w:rsid w:val="005D4980"/>
    <w:rsid w:val="005D6661"/>
    <w:rsid w:val="005E28DB"/>
    <w:rsid w:val="005E41DF"/>
    <w:rsid w:val="005E5F67"/>
    <w:rsid w:val="005E6C6B"/>
    <w:rsid w:val="005E6F9C"/>
    <w:rsid w:val="005F0151"/>
    <w:rsid w:val="005F33D9"/>
    <w:rsid w:val="005F3E6D"/>
    <w:rsid w:val="005F4074"/>
    <w:rsid w:val="005F555E"/>
    <w:rsid w:val="005F6086"/>
    <w:rsid w:val="005F799B"/>
    <w:rsid w:val="0060301B"/>
    <w:rsid w:val="006139F8"/>
    <w:rsid w:val="00613A78"/>
    <w:rsid w:val="00615ABC"/>
    <w:rsid w:val="00616543"/>
    <w:rsid w:val="00616646"/>
    <w:rsid w:val="006238FF"/>
    <w:rsid w:val="006242B9"/>
    <w:rsid w:val="00627E3A"/>
    <w:rsid w:val="00631C5D"/>
    <w:rsid w:val="006329A5"/>
    <w:rsid w:val="00635310"/>
    <w:rsid w:val="00641611"/>
    <w:rsid w:val="00642EB7"/>
    <w:rsid w:val="00645158"/>
    <w:rsid w:val="006472EC"/>
    <w:rsid w:val="00651F44"/>
    <w:rsid w:val="0065296F"/>
    <w:rsid w:val="00652C57"/>
    <w:rsid w:val="0065552C"/>
    <w:rsid w:val="00655DD2"/>
    <w:rsid w:val="006577BB"/>
    <w:rsid w:val="0066344F"/>
    <w:rsid w:val="0066513B"/>
    <w:rsid w:val="00665C78"/>
    <w:rsid w:val="00671F96"/>
    <w:rsid w:val="0067245E"/>
    <w:rsid w:val="00673726"/>
    <w:rsid w:val="00683884"/>
    <w:rsid w:val="006859E6"/>
    <w:rsid w:val="00687B1A"/>
    <w:rsid w:val="00687DCC"/>
    <w:rsid w:val="006906BB"/>
    <w:rsid w:val="00693E17"/>
    <w:rsid w:val="00694740"/>
    <w:rsid w:val="006951A0"/>
    <w:rsid w:val="006953AC"/>
    <w:rsid w:val="00695584"/>
    <w:rsid w:val="0069735A"/>
    <w:rsid w:val="00697732"/>
    <w:rsid w:val="006A1F4C"/>
    <w:rsid w:val="006A218A"/>
    <w:rsid w:val="006B0BB1"/>
    <w:rsid w:val="006B184D"/>
    <w:rsid w:val="006B570F"/>
    <w:rsid w:val="006B5950"/>
    <w:rsid w:val="006C0381"/>
    <w:rsid w:val="006C0DF7"/>
    <w:rsid w:val="006C184A"/>
    <w:rsid w:val="006C355D"/>
    <w:rsid w:val="006C3CE5"/>
    <w:rsid w:val="006C432D"/>
    <w:rsid w:val="006C5364"/>
    <w:rsid w:val="006C7979"/>
    <w:rsid w:val="006C7D86"/>
    <w:rsid w:val="006D191D"/>
    <w:rsid w:val="006D2C9E"/>
    <w:rsid w:val="006D6CBE"/>
    <w:rsid w:val="006E0785"/>
    <w:rsid w:val="006E4AAF"/>
    <w:rsid w:val="006E50DB"/>
    <w:rsid w:val="006E5409"/>
    <w:rsid w:val="006E56D6"/>
    <w:rsid w:val="00702EC9"/>
    <w:rsid w:val="00703E75"/>
    <w:rsid w:val="007060D3"/>
    <w:rsid w:val="00711B1A"/>
    <w:rsid w:val="00711B6F"/>
    <w:rsid w:val="00713FFF"/>
    <w:rsid w:val="00715987"/>
    <w:rsid w:val="00722DB9"/>
    <w:rsid w:val="00723BD6"/>
    <w:rsid w:val="007332A1"/>
    <w:rsid w:val="007376F8"/>
    <w:rsid w:val="00737A44"/>
    <w:rsid w:val="007403AD"/>
    <w:rsid w:val="007424FD"/>
    <w:rsid w:val="0074279C"/>
    <w:rsid w:val="00742D78"/>
    <w:rsid w:val="00743952"/>
    <w:rsid w:val="00751EF5"/>
    <w:rsid w:val="00753AB0"/>
    <w:rsid w:val="007572B6"/>
    <w:rsid w:val="007574F5"/>
    <w:rsid w:val="00760409"/>
    <w:rsid w:val="00761A8A"/>
    <w:rsid w:val="00762BF0"/>
    <w:rsid w:val="00763BF5"/>
    <w:rsid w:val="00764E8D"/>
    <w:rsid w:val="00766CCB"/>
    <w:rsid w:val="00772775"/>
    <w:rsid w:val="00772848"/>
    <w:rsid w:val="00775AFB"/>
    <w:rsid w:val="00776069"/>
    <w:rsid w:val="00776309"/>
    <w:rsid w:val="00776324"/>
    <w:rsid w:val="00777C2A"/>
    <w:rsid w:val="00780304"/>
    <w:rsid w:val="0078355B"/>
    <w:rsid w:val="0078405E"/>
    <w:rsid w:val="0078581B"/>
    <w:rsid w:val="00790110"/>
    <w:rsid w:val="00790B96"/>
    <w:rsid w:val="00793BCF"/>
    <w:rsid w:val="00795920"/>
    <w:rsid w:val="0079693B"/>
    <w:rsid w:val="00796FFC"/>
    <w:rsid w:val="007978E6"/>
    <w:rsid w:val="007A00C5"/>
    <w:rsid w:val="007A1650"/>
    <w:rsid w:val="007A20D0"/>
    <w:rsid w:val="007A3AE1"/>
    <w:rsid w:val="007B0706"/>
    <w:rsid w:val="007B1634"/>
    <w:rsid w:val="007B2937"/>
    <w:rsid w:val="007B2DF1"/>
    <w:rsid w:val="007B3D62"/>
    <w:rsid w:val="007B4270"/>
    <w:rsid w:val="007B7394"/>
    <w:rsid w:val="007C1834"/>
    <w:rsid w:val="007C6431"/>
    <w:rsid w:val="007D2614"/>
    <w:rsid w:val="007D34C7"/>
    <w:rsid w:val="007D6B6B"/>
    <w:rsid w:val="007D6C9E"/>
    <w:rsid w:val="007D7645"/>
    <w:rsid w:val="007E24C1"/>
    <w:rsid w:val="007E29EE"/>
    <w:rsid w:val="007E49C1"/>
    <w:rsid w:val="007E5F54"/>
    <w:rsid w:val="007E6238"/>
    <w:rsid w:val="007F2C31"/>
    <w:rsid w:val="00800351"/>
    <w:rsid w:val="00812860"/>
    <w:rsid w:val="00814B5D"/>
    <w:rsid w:val="00815F63"/>
    <w:rsid w:val="00822075"/>
    <w:rsid w:val="008246D4"/>
    <w:rsid w:val="00825B6D"/>
    <w:rsid w:val="00827F6E"/>
    <w:rsid w:val="008302C6"/>
    <w:rsid w:val="00831302"/>
    <w:rsid w:val="008328FD"/>
    <w:rsid w:val="0084015D"/>
    <w:rsid w:val="00842880"/>
    <w:rsid w:val="00846C25"/>
    <w:rsid w:val="00852BD0"/>
    <w:rsid w:val="0086262A"/>
    <w:rsid w:val="0086289F"/>
    <w:rsid w:val="00862DCF"/>
    <w:rsid w:val="008643FD"/>
    <w:rsid w:val="0086662D"/>
    <w:rsid w:val="00867F4C"/>
    <w:rsid w:val="0087452C"/>
    <w:rsid w:val="00881500"/>
    <w:rsid w:val="008818A6"/>
    <w:rsid w:val="00882754"/>
    <w:rsid w:val="008829FC"/>
    <w:rsid w:val="00882E0D"/>
    <w:rsid w:val="00882E64"/>
    <w:rsid w:val="008835F9"/>
    <w:rsid w:val="00885B01"/>
    <w:rsid w:val="00886660"/>
    <w:rsid w:val="00886D2F"/>
    <w:rsid w:val="0089060A"/>
    <w:rsid w:val="00892FC1"/>
    <w:rsid w:val="008932FA"/>
    <w:rsid w:val="008A0155"/>
    <w:rsid w:val="008A26AA"/>
    <w:rsid w:val="008A450B"/>
    <w:rsid w:val="008A5205"/>
    <w:rsid w:val="008A7642"/>
    <w:rsid w:val="008B489F"/>
    <w:rsid w:val="008B5EB6"/>
    <w:rsid w:val="008B7CFF"/>
    <w:rsid w:val="008C4A3E"/>
    <w:rsid w:val="008C56ED"/>
    <w:rsid w:val="008C7D5F"/>
    <w:rsid w:val="008D0F58"/>
    <w:rsid w:val="008D1C1E"/>
    <w:rsid w:val="008D3076"/>
    <w:rsid w:val="008D31FF"/>
    <w:rsid w:val="008D7980"/>
    <w:rsid w:val="008E0E37"/>
    <w:rsid w:val="008E41B4"/>
    <w:rsid w:val="008F1CDF"/>
    <w:rsid w:val="008F207F"/>
    <w:rsid w:val="008F5A33"/>
    <w:rsid w:val="008F5DF5"/>
    <w:rsid w:val="008F6C93"/>
    <w:rsid w:val="009018B4"/>
    <w:rsid w:val="00906787"/>
    <w:rsid w:val="00906CD2"/>
    <w:rsid w:val="0091529B"/>
    <w:rsid w:val="00916124"/>
    <w:rsid w:val="00920100"/>
    <w:rsid w:val="00921D23"/>
    <w:rsid w:val="00923748"/>
    <w:rsid w:val="00923B16"/>
    <w:rsid w:val="009275A2"/>
    <w:rsid w:val="00927802"/>
    <w:rsid w:val="00930088"/>
    <w:rsid w:val="00931F68"/>
    <w:rsid w:val="009325B6"/>
    <w:rsid w:val="00934CD3"/>
    <w:rsid w:val="009416B8"/>
    <w:rsid w:val="0094277C"/>
    <w:rsid w:val="00943738"/>
    <w:rsid w:val="00943C02"/>
    <w:rsid w:val="00945525"/>
    <w:rsid w:val="00946107"/>
    <w:rsid w:val="00952AA8"/>
    <w:rsid w:val="00956F4B"/>
    <w:rsid w:val="0096157E"/>
    <w:rsid w:val="00962948"/>
    <w:rsid w:val="00963800"/>
    <w:rsid w:val="00967240"/>
    <w:rsid w:val="00971587"/>
    <w:rsid w:val="00977AD3"/>
    <w:rsid w:val="009800D2"/>
    <w:rsid w:val="0098078F"/>
    <w:rsid w:val="009834C8"/>
    <w:rsid w:val="00990318"/>
    <w:rsid w:val="00994830"/>
    <w:rsid w:val="009A0812"/>
    <w:rsid w:val="009A5B17"/>
    <w:rsid w:val="009B08F8"/>
    <w:rsid w:val="009B1052"/>
    <w:rsid w:val="009B223B"/>
    <w:rsid w:val="009B4213"/>
    <w:rsid w:val="009B4D57"/>
    <w:rsid w:val="009C278C"/>
    <w:rsid w:val="009C2A63"/>
    <w:rsid w:val="009C4CD1"/>
    <w:rsid w:val="009C648F"/>
    <w:rsid w:val="009C71D0"/>
    <w:rsid w:val="009D23AE"/>
    <w:rsid w:val="009D766A"/>
    <w:rsid w:val="009D7CC7"/>
    <w:rsid w:val="009E0BAC"/>
    <w:rsid w:val="009E517F"/>
    <w:rsid w:val="009E52D3"/>
    <w:rsid w:val="009E74C7"/>
    <w:rsid w:val="00A02931"/>
    <w:rsid w:val="00A03C45"/>
    <w:rsid w:val="00A04873"/>
    <w:rsid w:val="00A13A78"/>
    <w:rsid w:val="00A2015D"/>
    <w:rsid w:val="00A209C4"/>
    <w:rsid w:val="00A21C1B"/>
    <w:rsid w:val="00A25AC0"/>
    <w:rsid w:val="00A25D89"/>
    <w:rsid w:val="00A309B2"/>
    <w:rsid w:val="00A3355E"/>
    <w:rsid w:val="00A33B82"/>
    <w:rsid w:val="00A34952"/>
    <w:rsid w:val="00A352EA"/>
    <w:rsid w:val="00A4007A"/>
    <w:rsid w:val="00A41B1E"/>
    <w:rsid w:val="00A43411"/>
    <w:rsid w:val="00A47E90"/>
    <w:rsid w:val="00A51E31"/>
    <w:rsid w:val="00A548E3"/>
    <w:rsid w:val="00A561EB"/>
    <w:rsid w:val="00A61402"/>
    <w:rsid w:val="00A6218F"/>
    <w:rsid w:val="00A654E5"/>
    <w:rsid w:val="00A81716"/>
    <w:rsid w:val="00A85F74"/>
    <w:rsid w:val="00A86448"/>
    <w:rsid w:val="00A90A8D"/>
    <w:rsid w:val="00A95848"/>
    <w:rsid w:val="00A95E58"/>
    <w:rsid w:val="00A95FED"/>
    <w:rsid w:val="00A96352"/>
    <w:rsid w:val="00A96C37"/>
    <w:rsid w:val="00AA1156"/>
    <w:rsid w:val="00AA26B8"/>
    <w:rsid w:val="00AA76DD"/>
    <w:rsid w:val="00AA7E37"/>
    <w:rsid w:val="00AB1859"/>
    <w:rsid w:val="00AB2B29"/>
    <w:rsid w:val="00AB2B3A"/>
    <w:rsid w:val="00AB533D"/>
    <w:rsid w:val="00AB64FD"/>
    <w:rsid w:val="00AB6FFA"/>
    <w:rsid w:val="00AB72BA"/>
    <w:rsid w:val="00AC1850"/>
    <w:rsid w:val="00AC74FD"/>
    <w:rsid w:val="00AC7FDF"/>
    <w:rsid w:val="00AD07CD"/>
    <w:rsid w:val="00AD29F1"/>
    <w:rsid w:val="00AD32C1"/>
    <w:rsid w:val="00AD49ED"/>
    <w:rsid w:val="00AE0E59"/>
    <w:rsid w:val="00AE2434"/>
    <w:rsid w:val="00AE25AA"/>
    <w:rsid w:val="00AF2287"/>
    <w:rsid w:val="00AF2835"/>
    <w:rsid w:val="00AF3422"/>
    <w:rsid w:val="00AF3CC7"/>
    <w:rsid w:val="00AF72F1"/>
    <w:rsid w:val="00AF73B5"/>
    <w:rsid w:val="00B02401"/>
    <w:rsid w:val="00B026DC"/>
    <w:rsid w:val="00B065C2"/>
    <w:rsid w:val="00B11664"/>
    <w:rsid w:val="00B11CDA"/>
    <w:rsid w:val="00B13CA1"/>
    <w:rsid w:val="00B14B1F"/>
    <w:rsid w:val="00B21EAB"/>
    <w:rsid w:val="00B22F35"/>
    <w:rsid w:val="00B25BB9"/>
    <w:rsid w:val="00B269D2"/>
    <w:rsid w:val="00B2787F"/>
    <w:rsid w:val="00B27DD1"/>
    <w:rsid w:val="00B322BB"/>
    <w:rsid w:val="00B33139"/>
    <w:rsid w:val="00B3453A"/>
    <w:rsid w:val="00B35360"/>
    <w:rsid w:val="00B355D1"/>
    <w:rsid w:val="00B40051"/>
    <w:rsid w:val="00B413B9"/>
    <w:rsid w:val="00B428FF"/>
    <w:rsid w:val="00B46143"/>
    <w:rsid w:val="00B46AD1"/>
    <w:rsid w:val="00B5050F"/>
    <w:rsid w:val="00B50D66"/>
    <w:rsid w:val="00B52CF9"/>
    <w:rsid w:val="00B578A6"/>
    <w:rsid w:val="00B61C06"/>
    <w:rsid w:val="00B63780"/>
    <w:rsid w:val="00B65903"/>
    <w:rsid w:val="00B6673D"/>
    <w:rsid w:val="00B67144"/>
    <w:rsid w:val="00B704D6"/>
    <w:rsid w:val="00B717B4"/>
    <w:rsid w:val="00B731D1"/>
    <w:rsid w:val="00B77D70"/>
    <w:rsid w:val="00B952E0"/>
    <w:rsid w:val="00BA3123"/>
    <w:rsid w:val="00BA5173"/>
    <w:rsid w:val="00BA542A"/>
    <w:rsid w:val="00BB1BE7"/>
    <w:rsid w:val="00BB1CC4"/>
    <w:rsid w:val="00BB2349"/>
    <w:rsid w:val="00BB56E0"/>
    <w:rsid w:val="00BB6098"/>
    <w:rsid w:val="00BC1E8B"/>
    <w:rsid w:val="00BC2140"/>
    <w:rsid w:val="00BC26AF"/>
    <w:rsid w:val="00BD58DA"/>
    <w:rsid w:val="00BD7B7D"/>
    <w:rsid w:val="00BE0C75"/>
    <w:rsid w:val="00BE33E7"/>
    <w:rsid w:val="00BE4E91"/>
    <w:rsid w:val="00BE52A3"/>
    <w:rsid w:val="00BE7C51"/>
    <w:rsid w:val="00BF26CA"/>
    <w:rsid w:val="00BF6F90"/>
    <w:rsid w:val="00BF73FA"/>
    <w:rsid w:val="00BF7B77"/>
    <w:rsid w:val="00C00AAD"/>
    <w:rsid w:val="00C04024"/>
    <w:rsid w:val="00C0628F"/>
    <w:rsid w:val="00C0720E"/>
    <w:rsid w:val="00C10257"/>
    <w:rsid w:val="00C107B5"/>
    <w:rsid w:val="00C12191"/>
    <w:rsid w:val="00C127AD"/>
    <w:rsid w:val="00C1292D"/>
    <w:rsid w:val="00C14774"/>
    <w:rsid w:val="00C15A5E"/>
    <w:rsid w:val="00C23EAA"/>
    <w:rsid w:val="00C24670"/>
    <w:rsid w:val="00C273D7"/>
    <w:rsid w:val="00C31A8E"/>
    <w:rsid w:val="00C31F2E"/>
    <w:rsid w:val="00C339CB"/>
    <w:rsid w:val="00C36947"/>
    <w:rsid w:val="00C42927"/>
    <w:rsid w:val="00C43C99"/>
    <w:rsid w:val="00C46915"/>
    <w:rsid w:val="00C46CF2"/>
    <w:rsid w:val="00C47DCA"/>
    <w:rsid w:val="00C50CE2"/>
    <w:rsid w:val="00C527E9"/>
    <w:rsid w:val="00C52D09"/>
    <w:rsid w:val="00C53D9C"/>
    <w:rsid w:val="00C550A2"/>
    <w:rsid w:val="00C56212"/>
    <w:rsid w:val="00C56991"/>
    <w:rsid w:val="00C5795A"/>
    <w:rsid w:val="00C57C26"/>
    <w:rsid w:val="00C61C40"/>
    <w:rsid w:val="00C659D4"/>
    <w:rsid w:val="00C660F9"/>
    <w:rsid w:val="00C6657A"/>
    <w:rsid w:val="00C66C64"/>
    <w:rsid w:val="00C72AD9"/>
    <w:rsid w:val="00C74D3C"/>
    <w:rsid w:val="00C77ED2"/>
    <w:rsid w:val="00C81F1F"/>
    <w:rsid w:val="00C81FB9"/>
    <w:rsid w:val="00C92743"/>
    <w:rsid w:val="00C92DB0"/>
    <w:rsid w:val="00C93E3D"/>
    <w:rsid w:val="00C9660F"/>
    <w:rsid w:val="00C9710D"/>
    <w:rsid w:val="00CA354E"/>
    <w:rsid w:val="00CA3809"/>
    <w:rsid w:val="00CA3C9C"/>
    <w:rsid w:val="00CA7E53"/>
    <w:rsid w:val="00CB07C0"/>
    <w:rsid w:val="00CB1980"/>
    <w:rsid w:val="00CB2314"/>
    <w:rsid w:val="00CB5E88"/>
    <w:rsid w:val="00CB72E0"/>
    <w:rsid w:val="00CB7B0C"/>
    <w:rsid w:val="00CB7BFE"/>
    <w:rsid w:val="00CC0672"/>
    <w:rsid w:val="00CC37E8"/>
    <w:rsid w:val="00CC4221"/>
    <w:rsid w:val="00CC5B51"/>
    <w:rsid w:val="00CC5E29"/>
    <w:rsid w:val="00CC73BD"/>
    <w:rsid w:val="00CD0D1B"/>
    <w:rsid w:val="00CD34B8"/>
    <w:rsid w:val="00CD61C9"/>
    <w:rsid w:val="00CE0D97"/>
    <w:rsid w:val="00CE5BEB"/>
    <w:rsid w:val="00CF2DFC"/>
    <w:rsid w:val="00CF3531"/>
    <w:rsid w:val="00CF714C"/>
    <w:rsid w:val="00CF7AF5"/>
    <w:rsid w:val="00D02A36"/>
    <w:rsid w:val="00D02D0D"/>
    <w:rsid w:val="00D04163"/>
    <w:rsid w:val="00D0598F"/>
    <w:rsid w:val="00D06EDA"/>
    <w:rsid w:val="00D11340"/>
    <w:rsid w:val="00D117F8"/>
    <w:rsid w:val="00D126C2"/>
    <w:rsid w:val="00D1532B"/>
    <w:rsid w:val="00D24501"/>
    <w:rsid w:val="00D35BD9"/>
    <w:rsid w:val="00D37A44"/>
    <w:rsid w:val="00D40ACA"/>
    <w:rsid w:val="00D4231C"/>
    <w:rsid w:val="00D427D1"/>
    <w:rsid w:val="00D4659A"/>
    <w:rsid w:val="00D46998"/>
    <w:rsid w:val="00D5090E"/>
    <w:rsid w:val="00D50BBC"/>
    <w:rsid w:val="00D5291E"/>
    <w:rsid w:val="00D5329E"/>
    <w:rsid w:val="00D53882"/>
    <w:rsid w:val="00D550A9"/>
    <w:rsid w:val="00D63D95"/>
    <w:rsid w:val="00D6585C"/>
    <w:rsid w:val="00D661A6"/>
    <w:rsid w:val="00D70537"/>
    <w:rsid w:val="00D71E7B"/>
    <w:rsid w:val="00D73691"/>
    <w:rsid w:val="00D73C33"/>
    <w:rsid w:val="00D7427B"/>
    <w:rsid w:val="00D7555A"/>
    <w:rsid w:val="00D75A45"/>
    <w:rsid w:val="00D80C87"/>
    <w:rsid w:val="00D80D33"/>
    <w:rsid w:val="00D81407"/>
    <w:rsid w:val="00D842F5"/>
    <w:rsid w:val="00D914C0"/>
    <w:rsid w:val="00D91F99"/>
    <w:rsid w:val="00DA27AE"/>
    <w:rsid w:val="00DA5A7E"/>
    <w:rsid w:val="00DB004E"/>
    <w:rsid w:val="00DB1B2B"/>
    <w:rsid w:val="00DB5FFF"/>
    <w:rsid w:val="00DC0B28"/>
    <w:rsid w:val="00DC1211"/>
    <w:rsid w:val="00DC1C9A"/>
    <w:rsid w:val="00DC311E"/>
    <w:rsid w:val="00DC7519"/>
    <w:rsid w:val="00DC7929"/>
    <w:rsid w:val="00DC797B"/>
    <w:rsid w:val="00DD04C5"/>
    <w:rsid w:val="00DD24A8"/>
    <w:rsid w:val="00DD70D4"/>
    <w:rsid w:val="00DE21DC"/>
    <w:rsid w:val="00DE411C"/>
    <w:rsid w:val="00DE6B3A"/>
    <w:rsid w:val="00DE6B7C"/>
    <w:rsid w:val="00DF0559"/>
    <w:rsid w:val="00DF2C72"/>
    <w:rsid w:val="00DF4210"/>
    <w:rsid w:val="00DF5B83"/>
    <w:rsid w:val="00DF68EE"/>
    <w:rsid w:val="00DF69F9"/>
    <w:rsid w:val="00E02E83"/>
    <w:rsid w:val="00E048C4"/>
    <w:rsid w:val="00E073B6"/>
    <w:rsid w:val="00E1167B"/>
    <w:rsid w:val="00E121B7"/>
    <w:rsid w:val="00E15180"/>
    <w:rsid w:val="00E15191"/>
    <w:rsid w:val="00E15629"/>
    <w:rsid w:val="00E16530"/>
    <w:rsid w:val="00E2096D"/>
    <w:rsid w:val="00E2174A"/>
    <w:rsid w:val="00E306D5"/>
    <w:rsid w:val="00E317E3"/>
    <w:rsid w:val="00E31E75"/>
    <w:rsid w:val="00E41C34"/>
    <w:rsid w:val="00E41EFD"/>
    <w:rsid w:val="00E5146F"/>
    <w:rsid w:val="00E74A73"/>
    <w:rsid w:val="00E771A6"/>
    <w:rsid w:val="00E77ACB"/>
    <w:rsid w:val="00E81371"/>
    <w:rsid w:val="00E82250"/>
    <w:rsid w:val="00E82FC7"/>
    <w:rsid w:val="00E83735"/>
    <w:rsid w:val="00E84789"/>
    <w:rsid w:val="00E85D4A"/>
    <w:rsid w:val="00E879E4"/>
    <w:rsid w:val="00E90398"/>
    <w:rsid w:val="00E90F4E"/>
    <w:rsid w:val="00E91AE0"/>
    <w:rsid w:val="00E92613"/>
    <w:rsid w:val="00E92820"/>
    <w:rsid w:val="00E9336E"/>
    <w:rsid w:val="00E933AD"/>
    <w:rsid w:val="00E93588"/>
    <w:rsid w:val="00E94B1F"/>
    <w:rsid w:val="00E97B9C"/>
    <w:rsid w:val="00EA3E9C"/>
    <w:rsid w:val="00EB403E"/>
    <w:rsid w:val="00EB4AB9"/>
    <w:rsid w:val="00EC1833"/>
    <w:rsid w:val="00EC2133"/>
    <w:rsid w:val="00EC356E"/>
    <w:rsid w:val="00EC70B8"/>
    <w:rsid w:val="00ED09BB"/>
    <w:rsid w:val="00ED249E"/>
    <w:rsid w:val="00ED3F31"/>
    <w:rsid w:val="00EE069D"/>
    <w:rsid w:val="00EE152E"/>
    <w:rsid w:val="00EE16FA"/>
    <w:rsid w:val="00EE60CC"/>
    <w:rsid w:val="00EE74D7"/>
    <w:rsid w:val="00EF039A"/>
    <w:rsid w:val="00EF0D09"/>
    <w:rsid w:val="00EF1E3B"/>
    <w:rsid w:val="00EF46C0"/>
    <w:rsid w:val="00F00FF1"/>
    <w:rsid w:val="00F036EB"/>
    <w:rsid w:val="00F04E6D"/>
    <w:rsid w:val="00F051BB"/>
    <w:rsid w:val="00F05C69"/>
    <w:rsid w:val="00F06EAA"/>
    <w:rsid w:val="00F162B9"/>
    <w:rsid w:val="00F2027F"/>
    <w:rsid w:val="00F24EA8"/>
    <w:rsid w:val="00F27D88"/>
    <w:rsid w:val="00F27E1A"/>
    <w:rsid w:val="00F32D46"/>
    <w:rsid w:val="00F32F78"/>
    <w:rsid w:val="00F33FE5"/>
    <w:rsid w:val="00F35F8C"/>
    <w:rsid w:val="00F407AD"/>
    <w:rsid w:val="00F41B4D"/>
    <w:rsid w:val="00F456D7"/>
    <w:rsid w:val="00F47042"/>
    <w:rsid w:val="00F47F45"/>
    <w:rsid w:val="00F50546"/>
    <w:rsid w:val="00F67813"/>
    <w:rsid w:val="00F72B7F"/>
    <w:rsid w:val="00F72FA2"/>
    <w:rsid w:val="00F77703"/>
    <w:rsid w:val="00F85990"/>
    <w:rsid w:val="00F86591"/>
    <w:rsid w:val="00F91382"/>
    <w:rsid w:val="00F95E72"/>
    <w:rsid w:val="00F95F9E"/>
    <w:rsid w:val="00F968FC"/>
    <w:rsid w:val="00FA7C4E"/>
    <w:rsid w:val="00FB0B35"/>
    <w:rsid w:val="00FB50AF"/>
    <w:rsid w:val="00FB5554"/>
    <w:rsid w:val="00FC06EE"/>
    <w:rsid w:val="00FC3476"/>
    <w:rsid w:val="00FC42ED"/>
    <w:rsid w:val="00FC4A30"/>
    <w:rsid w:val="00FD2F53"/>
    <w:rsid w:val="00FD5D74"/>
    <w:rsid w:val="00FD7C3A"/>
    <w:rsid w:val="00FE31B0"/>
    <w:rsid w:val="00FE6910"/>
    <w:rsid w:val="00FE75FE"/>
    <w:rsid w:val="00FF393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71A43E0"/>
  <w15:docId w15:val="{2B16D7E5-1DFB-41B7-9304-1D05C3383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/>
    </w:pPr>
    <w:rPr>
      <w:sz w:val="24"/>
      <w:szCs w:val="24"/>
      <w:lang w:val="es-ES_tradnl" w:eastAsia="ja-JP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C5D2F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val="es-MX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DC0B28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rsid w:val="00DC0B28"/>
  </w:style>
  <w:style w:type="paragraph" w:styleId="Piedepgina">
    <w:name w:val="footer"/>
    <w:basedOn w:val="Normal"/>
    <w:link w:val="PiedepginaCar"/>
    <w:uiPriority w:val="99"/>
    <w:unhideWhenUsed/>
    <w:rsid w:val="00DC0B28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C0B28"/>
  </w:style>
  <w:style w:type="paragraph" w:styleId="Textodeglobo">
    <w:name w:val="Balloon Text"/>
    <w:basedOn w:val="Normal"/>
    <w:link w:val="TextodegloboCar"/>
    <w:uiPriority w:val="99"/>
    <w:semiHidden/>
    <w:unhideWhenUsed/>
    <w:rsid w:val="00DC0B28"/>
    <w:pPr>
      <w:spacing w:after="0"/>
    </w:pPr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DC0B28"/>
    <w:rPr>
      <w:rFonts w:ascii="Lucida Grande" w:hAnsi="Lucida Grande"/>
      <w:sz w:val="18"/>
      <w:szCs w:val="18"/>
    </w:rPr>
  </w:style>
  <w:style w:type="paragraph" w:styleId="Textoindependiente">
    <w:name w:val="Body Text"/>
    <w:basedOn w:val="Normal"/>
    <w:link w:val="TextoindependienteCar"/>
    <w:rsid w:val="008A7642"/>
    <w:pPr>
      <w:spacing w:after="0"/>
      <w:jc w:val="both"/>
    </w:pPr>
    <w:rPr>
      <w:rFonts w:ascii="Times New Roman" w:eastAsia="Times New Roman" w:hAnsi="Times New Roman"/>
      <w:szCs w:val="20"/>
      <w:lang w:val="es-ES" w:eastAsia="es-ES"/>
    </w:rPr>
  </w:style>
  <w:style w:type="character" w:customStyle="1" w:styleId="TextoindependienteCar">
    <w:name w:val="Texto independiente Car"/>
    <w:link w:val="Textoindependiente"/>
    <w:rsid w:val="008A7642"/>
    <w:rPr>
      <w:rFonts w:ascii="Times New Roman" w:eastAsia="Times New Roman" w:hAnsi="Times New Roman" w:cs="Times New Roman"/>
      <w:szCs w:val="20"/>
      <w:lang w:val="es-ES" w:eastAsia="es-ES"/>
    </w:rPr>
  </w:style>
  <w:style w:type="character" w:styleId="Hipervnculo">
    <w:name w:val="Hyperlink"/>
    <w:uiPriority w:val="99"/>
    <w:unhideWhenUsed/>
    <w:rsid w:val="00D71E7B"/>
    <w:rPr>
      <w:color w:val="0000FF"/>
      <w:u w:val="single"/>
    </w:rPr>
  </w:style>
  <w:style w:type="paragraph" w:styleId="Prrafodelista">
    <w:name w:val="List Paragraph"/>
    <w:basedOn w:val="Normal"/>
    <w:link w:val="PrrafodelistaCar"/>
    <w:uiPriority w:val="34"/>
    <w:qFormat/>
    <w:rsid w:val="00136272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C527E9"/>
    <w:rPr>
      <w:sz w:val="16"/>
      <w:szCs w:val="16"/>
    </w:rPr>
  </w:style>
  <w:style w:type="paragraph" w:customStyle="1" w:styleId="Textocomentario1">
    <w:name w:val="Texto comentario1"/>
    <w:basedOn w:val="Normal"/>
    <w:next w:val="Textocomentario"/>
    <w:link w:val="TextocomentarioCar"/>
    <w:uiPriority w:val="99"/>
    <w:semiHidden/>
    <w:unhideWhenUsed/>
    <w:rsid w:val="00C527E9"/>
    <w:rPr>
      <w:sz w:val="20"/>
      <w:szCs w:val="20"/>
      <w:lang w:val="es-MX" w:eastAsia="es-MX"/>
    </w:rPr>
  </w:style>
  <w:style w:type="character" w:customStyle="1" w:styleId="TextocomentarioCar">
    <w:name w:val="Texto comentario Car"/>
    <w:basedOn w:val="Fuentedeprrafopredeter"/>
    <w:link w:val="Textocomentario1"/>
    <w:uiPriority w:val="99"/>
    <w:semiHidden/>
    <w:rsid w:val="00C527E9"/>
    <w:rPr>
      <w:sz w:val="20"/>
      <w:szCs w:val="20"/>
    </w:rPr>
  </w:style>
  <w:style w:type="paragraph" w:styleId="Textocomentario">
    <w:name w:val="annotation text"/>
    <w:basedOn w:val="Normal"/>
    <w:link w:val="TextocomentarioCar1"/>
    <w:uiPriority w:val="99"/>
    <w:semiHidden/>
    <w:unhideWhenUsed/>
    <w:rsid w:val="00C527E9"/>
    <w:rPr>
      <w:sz w:val="20"/>
      <w:szCs w:val="20"/>
    </w:rPr>
  </w:style>
  <w:style w:type="character" w:customStyle="1" w:styleId="TextocomentarioCar1">
    <w:name w:val="Texto comentario Car1"/>
    <w:basedOn w:val="Fuentedeprrafopredeter"/>
    <w:link w:val="Textocomentario"/>
    <w:uiPriority w:val="99"/>
    <w:semiHidden/>
    <w:rsid w:val="00C527E9"/>
    <w:rPr>
      <w:lang w:val="es-ES_tradnl" w:eastAsia="ja-JP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E2057"/>
    <w:rPr>
      <w:b/>
      <w:bCs/>
    </w:rPr>
  </w:style>
  <w:style w:type="character" w:customStyle="1" w:styleId="AsuntodelcomentarioCar">
    <w:name w:val="Asunto del comentario Car"/>
    <w:basedOn w:val="TextocomentarioCar1"/>
    <w:link w:val="Asuntodelcomentario"/>
    <w:uiPriority w:val="99"/>
    <w:semiHidden/>
    <w:rsid w:val="001E2057"/>
    <w:rPr>
      <w:b/>
      <w:bCs/>
      <w:lang w:val="es-ES_tradnl" w:eastAsia="ja-JP"/>
    </w:rPr>
  </w:style>
  <w:style w:type="paragraph" w:customStyle="1" w:styleId="Default">
    <w:name w:val="Default"/>
    <w:rsid w:val="0067245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Fuentedeprrafopredeter"/>
    <w:rsid w:val="0084015D"/>
  </w:style>
  <w:style w:type="character" w:customStyle="1" w:styleId="PrrafodelistaCar">
    <w:name w:val="Párrafo de lista Car"/>
    <w:link w:val="Prrafodelista"/>
    <w:uiPriority w:val="34"/>
    <w:locked/>
    <w:rsid w:val="00A34952"/>
    <w:rPr>
      <w:sz w:val="24"/>
      <w:szCs w:val="24"/>
      <w:lang w:val="es-ES_tradnl" w:eastAsia="ja-JP"/>
    </w:rPr>
  </w:style>
  <w:style w:type="table" w:styleId="Tablaconcuadrcula">
    <w:name w:val="Table Grid"/>
    <w:basedOn w:val="Tablanormal"/>
    <w:uiPriority w:val="39"/>
    <w:rsid w:val="00CD34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ar">
    <w:name w:val="Título 3 Car"/>
    <w:basedOn w:val="Fuentedeprrafopredeter"/>
    <w:link w:val="Ttulo3"/>
    <w:uiPriority w:val="9"/>
    <w:semiHidden/>
    <w:rsid w:val="000C5D2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0C5D2F"/>
    <w:pPr>
      <w:spacing w:before="100" w:beforeAutospacing="1" w:after="100" w:afterAutospacing="1"/>
    </w:pPr>
    <w:rPr>
      <w:rFonts w:ascii="Times New Roman" w:eastAsia="Times New Roman" w:hAnsi="Times New Roman"/>
      <w:lang w:val="es-MX" w:eastAsia="es-MX"/>
    </w:rPr>
  </w:style>
  <w:style w:type="character" w:styleId="Textoennegrita">
    <w:name w:val="Strong"/>
    <w:basedOn w:val="Fuentedeprrafopredeter"/>
    <w:uiPriority w:val="22"/>
    <w:qFormat/>
    <w:rsid w:val="00DF69F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38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2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orenzo.Gonzalez\Desktop\YOLANDA\OFICIO%20DOF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92ab1d-6391-42a3-9f16-af6a78bc5d2a" xsi:nil="true"/>
    <lcf76f155ced4ddcb4097134ff3c332f xmlns="5b069d0e-fdb3-4e47-a9f2-c9119a727f93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2193BD5B218624EA94B5795F69BBEFF" ma:contentTypeVersion="24" ma:contentTypeDescription="Crear nuevo documento." ma:contentTypeScope="" ma:versionID="28107c05e81c7bb926bec80efbd9c9b3">
  <xsd:schema xmlns:xsd="http://www.w3.org/2001/XMLSchema" xmlns:xs="http://www.w3.org/2001/XMLSchema" xmlns:p="http://schemas.microsoft.com/office/2006/metadata/properties" xmlns:ns2="5b069d0e-fdb3-4e47-a9f2-c9119a727f93" xmlns:ns3="7292ab1d-6391-42a3-9f16-af6a78bc5d2a" targetNamespace="http://schemas.microsoft.com/office/2006/metadata/properties" ma:root="true" ma:fieldsID="02c3163c24cfd322aba610170e91a16b" ns2:_="" ns3:_="">
    <xsd:import namespace="5b069d0e-fdb3-4e47-a9f2-c9119a727f93"/>
    <xsd:import namespace="7292ab1d-6391-42a3-9f16-af6a78bc5d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69d0e-fdb3-4e47-a9f2-c9119a727f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a11eba12-3cfc-4dc9-b898-6c7caf0f50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92ab1d-6391-42a3-9f16-af6a78bc5d2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0c58df42-9527-4602-843e-0082fd871e14}" ma:internalName="TaxCatchAll" ma:showField="CatchAllData" ma:web="7292ab1d-6391-42a3-9f16-af6a78bc5d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A1E4071-2457-4A43-9E2B-54F363220C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8557F4-08F3-41F3-909D-1AD9C7562769}">
  <ds:schemaRefs>
    <ds:schemaRef ds:uri="http://schemas.microsoft.com/office/2006/metadata/properties"/>
    <ds:schemaRef ds:uri="http://schemas.microsoft.com/office/infopath/2007/PartnerControls"/>
    <ds:schemaRef ds:uri="7292ab1d-6391-42a3-9f16-af6a78bc5d2a"/>
    <ds:schemaRef ds:uri="5b069d0e-fdb3-4e47-a9f2-c9119a727f93"/>
  </ds:schemaRefs>
</ds:datastoreItem>
</file>

<file path=customXml/itemProps3.xml><?xml version="1.0" encoding="utf-8"?>
<ds:datastoreItem xmlns:ds="http://schemas.openxmlformats.org/officeDocument/2006/customXml" ds:itemID="{7711AAA4-0B5A-48D6-87C0-BAD8309FF7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8826B74-6505-49B8-A69B-04393B243E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69d0e-fdb3-4e47-a9f2-c9119a727f93"/>
    <ds:schemaRef ds:uri="7292ab1d-6391-42a3-9f16-af6a78bc5d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OFICIO DOF</Template>
  <TotalTime>67</TotalTime>
  <Pages>2</Pages>
  <Words>806</Words>
  <Characters>4438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E-diseñadores</Company>
  <LinksUpToDate>false</LinksUpToDate>
  <CharactersWithSpaces>5234</CharactersWithSpaces>
  <SharedDoc>false</SharedDoc>
  <HLinks>
    <vt:vector size="6" baseType="variant">
      <vt:variant>
        <vt:i4>3670058</vt:i4>
      </vt:variant>
      <vt:variant>
        <vt:i4>0</vt:i4>
      </vt:variant>
      <vt:variant>
        <vt:i4>0</vt:i4>
      </vt:variant>
      <vt:variant>
        <vt:i4>5</vt:i4>
      </vt:variant>
      <vt:variant>
        <vt:lpwstr>http://www.asea.gob.mx/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Adriana.Avila</dc:creator>
  <cp:lastModifiedBy>Nydia Berenice Chávez Reyes</cp:lastModifiedBy>
  <cp:revision>89</cp:revision>
  <cp:lastPrinted>2017-07-26T20:04:00Z</cp:lastPrinted>
  <dcterms:created xsi:type="dcterms:W3CDTF">2022-04-19T13:55:00Z</dcterms:created>
  <dcterms:modified xsi:type="dcterms:W3CDTF">2023-10-18T22:39:00Z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0x010100C2193BD5B218624EA94B5795F69BBEFF</vt:lpwstr>
  </property>
</Properties>
</file>